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6880DE16"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160F14">
            <w:rPr>
              <w:rFonts w:eastAsia="Times New Roman" w:cs="Calibri"/>
              <w:b/>
              <w:color w:val="286AEE" w:themeColor="accent4" w:themeTint="99"/>
              <w:szCs w:val="18"/>
            </w:rPr>
            <w:t>POST/DYS/OSK/LZA/0</w:t>
          </w:r>
          <w:r w:rsidR="00645D4B">
            <w:rPr>
              <w:rFonts w:eastAsia="Times New Roman" w:cs="Calibri"/>
              <w:b/>
              <w:color w:val="286AEE" w:themeColor="accent4" w:themeTint="99"/>
              <w:szCs w:val="18"/>
            </w:rPr>
            <w:t>0236</w:t>
          </w:r>
          <w:r w:rsidR="00160F14">
            <w:rPr>
              <w:rFonts w:eastAsia="Times New Roman" w:cs="Calibri"/>
              <w:b/>
              <w:color w:val="286AEE" w:themeColor="accent4" w:themeTint="99"/>
              <w:szCs w:val="18"/>
            </w:rPr>
            <w:t>/202</w:t>
          </w:r>
          <w:r w:rsidR="00645D4B">
            <w:rPr>
              <w:rFonts w:eastAsia="Times New Roman" w:cs="Calibri"/>
              <w:b/>
              <w:color w:val="286AEE" w:themeColor="accent4" w:themeTint="99"/>
              <w:szCs w:val="18"/>
            </w:rPr>
            <w:t>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0ADC7518" w:rsidR="00E80521" w:rsidRPr="008313C3" w:rsidRDefault="00645D4B"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645D4B">
            <w:rPr>
              <w:b/>
              <w:color w:val="286AEE" w:themeColor="accent4" w:themeTint="99"/>
              <w:szCs w:val="18"/>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3E257D70" w:rsidR="000B1E29"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645D4B">
            <w:rPr>
              <w:rFonts w:eastAsia="Times New Roman" w:cs="Calibri"/>
              <w:b/>
              <w:color w:val="092D74" w:themeColor="accent4"/>
              <w:szCs w:val="18"/>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eastAsia="Times New Roman" w:cs="Calibri"/>
              <w:b/>
              <w:color w:val="17365D"/>
              <w:szCs w:val="18"/>
            </w:rPr>
            <w:t>POST/DYS/OSK/LZA/00236/2026</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58134019" w14:textId="77777777" w:rsidR="00645D4B" w:rsidRPr="008313C3" w:rsidRDefault="00645D4B" w:rsidP="000B1E29">
      <w:pPr>
        <w:spacing w:line="240" w:lineRule="exact"/>
        <w:ind w:left="-284"/>
        <w:jc w:val="both"/>
        <w:rPr>
          <w:rFonts w:eastAsia="Times New Roman" w:cs="Calibri"/>
          <w:szCs w:val="18"/>
        </w:rPr>
      </w:pPr>
    </w:p>
    <w:p w14:paraId="7249689E" w14:textId="683E2B91" w:rsidR="009B7850" w:rsidRPr="009B7850" w:rsidRDefault="009B7850" w:rsidP="00645D4B">
      <w:pPr>
        <w:rPr>
          <w:rFonts w:eastAsia="Times New Roman" w:cs="Calibri"/>
          <w:b/>
          <w:szCs w:val="18"/>
        </w:rPr>
      </w:pPr>
      <w:r w:rsidRPr="009B7850">
        <w:rPr>
          <w:rFonts w:eastAsia="Times New Roman" w:cs="Calibri"/>
          <w:b/>
          <w:szCs w:val="18"/>
        </w:rPr>
        <w:t>Część 1</w:t>
      </w:r>
      <w:r w:rsidR="00E42525">
        <w:rPr>
          <w:rFonts w:eastAsia="Times New Roman" w:cs="Calibri"/>
          <w:b/>
          <w:szCs w:val="18"/>
        </w:rPr>
        <w:t>:</w:t>
      </w:r>
    </w:p>
    <w:p w14:paraId="053F5A7B"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 xml:space="preserve">cena netto ..................................... zł (słownie ......................................................................) </w:t>
      </w:r>
    </w:p>
    <w:p w14:paraId="6A7ED581"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wartość podatku VAT .......................................... zł,   według stawki ……..…. %</w:t>
      </w:r>
    </w:p>
    <w:p w14:paraId="1ED1B83E"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cenę brutto ..................................... zł (słownie ............................................................................).</w:t>
      </w:r>
    </w:p>
    <w:p w14:paraId="6E95D818" w14:textId="77777777" w:rsidR="009B7850" w:rsidRDefault="009B7850" w:rsidP="00645D4B">
      <w:pPr>
        <w:spacing w:before="120" w:after="120"/>
        <w:ind w:left="284"/>
        <w:rPr>
          <w:rFonts w:eastAsia="Times New Roman" w:cs="Calibri"/>
          <w:b/>
          <w:szCs w:val="18"/>
        </w:rPr>
      </w:pPr>
    </w:p>
    <w:p w14:paraId="136B3D73" w14:textId="77777777" w:rsidR="00645D4B" w:rsidRPr="009B7850" w:rsidRDefault="00645D4B" w:rsidP="00645D4B">
      <w:pPr>
        <w:spacing w:before="120" w:after="120"/>
        <w:ind w:left="284"/>
        <w:rPr>
          <w:rFonts w:eastAsia="Times New Roman" w:cs="Calibri"/>
          <w:b/>
          <w:szCs w:val="18"/>
        </w:rPr>
      </w:pPr>
    </w:p>
    <w:p w14:paraId="05900C0E" w14:textId="5B7190EC" w:rsidR="009B7850" w:rsidRPr="009B7850" w:rsidRDefault="009B7850" w:rsidP="00645D4B">
      <w:pPr>
        <w:spacing w:before="120" w:after="0"/>
        <w:contextualSpacing/>
        <w:rPr>
          <w:rFonts w:eastAsia="Times New Roman" w:cs="Calibri"/>
          <w:b/>
          <w:szCs w:val="18"/>
        </w:rPr>
      </w:pPr>
      <w:r w:rsidRPr="009B7850">
        <w:rPr>
          <w:rFonts w:eastAsia="Times New Roman" w:cs="Calibri"/>
          <w:b/>
          <w:szCs w:val="18"/>
        </w:rPr>
        <w:t>Część 2</w:t>
      </w:r>
      <w:r w:rsidR="00E42525">
        <w:rPr>
          <w:rFonts w:eastAsia="Times New Roman" w:cs="Calibri"/>
          <w:b/>
          <w:szCs w:val="18"/>
        </w:rPr>
        <w:t>:</w:t>
      </w:r>
    </w:p>
    <w:p w14:paraId="022B27F7"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 xml:space="preserve">cena netto ..................................... zł (słownie ......................................................................) </w:t>
      </w:r>
    </w:p>
    <w:p w14:paraId="4CA8EF05"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wartość podatku VAT .......................................... zł,   według stawki ……..…. %</w:t>
      </w:r>
    </w:p>
    <w:p w14:paraId="07E666D1"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cenę brutto ..................................... zł (słownie ............................................................................).</w:t>
      </w:r>
    </w:p>
    <w:p w14:paraId="2D031BCC" w14:textId="2B342A10" w:rsidR="009B7850" w:rsidRDefault="009B7850" w:rsidP="009B7850">
      <w:pPr>
        <w:spacing w:before="120" w:after="120"/>
        <w:ind w:left="284"/>
        <w:jc w:val="both"/>
        <w:rPr>
          <w:rFonts w:eastAsia="Times New Roman" w:cs="Calibri"/>
          <w:b/>
          <w:szCs w:val="18"/>
        </w:rPr>
      </w:pPr>
    </w:p>
    <w:p w14:paraId="72C5319A" w14:textId="77777777" w:rsidR="00645D4B" w:rsidRPr="009B7850" w:rsidRDefault="00645D4B" w:rsidP="009B7850">
      <w:pPr>
        <w:spacing w:before="120" w:after="120"/>
        <w:ind w:left="284"/>
        <w:jc w:val="both"/>
        <w:rPr>
          <w:rFonts w:eastAsia="Times New Roman" w:cs="Calibri"/>
          <w:b/>
          <w:szCs w:val="18"/>
        </w:rPr>
      </w:pPr>
    </w:p>
    <w:p w14:paraId="6B4E199A" w14:textId="2720E34E" w:rsidR="009B7850" w:rsidRPr="009B7850" w:rsidRDefault="009B7850" w:rsidP="00645D4B">
      <w:pPr>
        <w:rPr>
          <w:rFonts w:eastAsia="Times New Roman" w:cs="Calibri"/>
          <w:b/>
          <w:szCs w:val="18"/>
        </w:rPr>
      </w:pPr>
      <w:r w:rsidRPr="009B7850">
        <w:rPr>
          <w:rFonts w:eastAsia="Times New Roman" w:cs="Calibri"/>
          <w:b/>
          <w:szCs w:val="18"/>
        </w:rPr>
        <w:lastRenderedPageBreak/>
        <w:t>Część 3</w:t>
      </w:r>
      <w:r w:rsidR="00E42525">
        <w:rPr>
          <w:rFonts w:eastAsia="Times New Roman" w:cs="Calibri"/>
          <w:b/>
          <w:szCs w:val="18"/>
        </w:rPr>
        <w:t>:</w:t>
      </w:r>
    </w:p>
    <w:p w14:paraId="2E392780"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 xml:space="preserve">cena netto ..................................... zł (słownie ......................................................................) </w:t>
      </w:r>
    </w:p>
    <w:p w14:paraId="61AD2B65" w14:textId="77777777" w:rsidR="009B7850" w:rsidRPr="009B7850" w:rsidRDefault="009B7850" w:rsidP="00645D4B">
      <w:pPr>
        <w:spacing w:before="120" w:after="120"/>
        <w:ind w:left="284"/>
        <w:rPr>
          <w:rFonts w:eastAsia="Times New Roman" w:cs="Calibri"/>
          <w:b/>
          <w:szCs w:val="18"/>
        </w:rPr>
      </w:pPr>
      <w:r w:rsidRPr="009B7850">
        <w:rPr>
          <w:rFonts w:eastAsia="Times New Roman" w:cs="Calibri"/>
          <w:b/>
          <w:szCs w:val="18"/>
        </w:rPr>
        <w:t>wartość podatku VAT .......................................... zł,   według stawki ……..…. %</w:t>
      </w:r>
    </w:p>
    <w:p w14:paraId="588DC195" w14:textId="02B207E1" w:rsidR="000B1E29" w:rsidRDefault="009B7850" w:rsidP="00645D4B">
      <w:pPr>
        <w:spacing w:before="120" w:after="120"/>
        <w:ind w:left="284"/>
        <w:rPr>
          <w:rFonts w:eastAsia="Times New Roman" w:cs="Calibri"/>
          <w:b/>
          <w:szCs w:val="18"/>
        </w:rPr>
      </w:pPr>
      <w:bookmarkStart w:id="1" w:name="_Hlk220393824"/>
      <w:r w:rsidRPr="009B7850">
        <w:rPr>
          <w:rFonts w:eastAsia="Times New Roman" w:cs="Calibri"/>
          <w:b/>
          <w:szCs w:val="18"/>
        </w:rPr>
        <w:t>cenę brutto ..................................... zł (słownie ............................................................................).</w:t>
      </w:r>
    </w:p>
    <w:bookmarkEnd w:id="1"/>
    <w:p w14:paraId="06AB6A50" w14:textId="77777777" w:rsidR="00645D4B" w:rsidRDefault="00645D4B" w:rsidP="00645D4B">
      <w:pPr>
        <w:spacing w:before="120" w:after="120"/>
        <w:ind w:left="284"/>
        <w:rPr>
          <w:rFonts w:eastAsia="Times New Roman" w:cs="Calibri"/>
          <w:b/>
          <w:szCs w:val="18"/>
        </w:rPr>
      </w:pPr>
    </w:p>
    <w:p w14:paraId="7D92C6D6" w14:textId="77777777" w:rsidR="00645D4B" w:rsidRDefault="00645D4B" w:rsidP="00645D4B">
      <w:pPr>
        <w:spacing w:before="120" w:after="120"/>
        <w:ind w:left="284"/>
        <w:rPr>
          <w:rFonts w:eastAsia="Times New Roman" w:cs="Calibri"/>
          <w:b/>
          <w:szCs w:val="18"/>
        </w:rPr>
      </w:pPr>
    </w:p>
    <w:p w14:paraId="6B559153" w14:textId="76389511" w:rsidR="00645D4B" w:rsidRPr="009B7850" w:rsidRDefault="00645D4B" w:rsidP="00645D4B">
      <w:pPr>
        <w:rPr>
          <w:rFonts w:eastAsia="Times New Roman" w:cs="Calibri"/>
          <w:b/>
          <w:szCs w:val="18"/>
        </w:rPr>
      </w:pPr>
      <w:r w:rsidRPr="009B7850">
        <w:rPr>
          <w:rFonts w:eastAsia="Times New Roman" w:cs="Calibri"/>
          <w:b/>
          <w:szCs w:val="18"/>
        </w:rPr>
        <w:t xml:space="preserve">Część </w:t>
      </w:r>
      <w:r>
        <w:rPr>
          <w:rFonts w:eastAsia="Times New Roman" w:cs="Calibri"/>
          <w:b/>
          <w:szCs w:val="18"/>
        </w:rPr>
        <w:t>4</w:t>
      </w:r>
      <w:r>
        <w:rPr>
          <w:rFonts w:eastAsia="Times New Roman" w:cs="Calibri"/>
          <w:b/>
          <w:szCs w:val="18"/>
        </w:rPr>
        <w:t>:</w:t>
      </w:r>
    </w:p>
    <w:p w14:paraId="4CB50394" w14:textId="77777777" w:rsidR="00645D4B" w:rsidRPr="009B7850" w:rsidRDefault="00645D4B" w:rsidP="00645D4B">
      <w:pPr>
        <w:spacing w:before="120" w:after="120"/>
        <w:ind w:left="284"/>
        <w:rPr>
          <w:rFonts w:eastAsia="Times New Roman" w:cs="Calibri"/>
          <w:b/>
          <w:szCs w:val="18"/>
        </w:rPr>
      </w:pPr>
      <w:r w:rsidRPr="009B7850">
        <w:rPr>
          <w:rFonts w:eastAsia="Times New Roman" w:cs="Calibri"/>
          <w:b/>
          <w:szCs w:val="18"/>
        </w:rPr>
        <w:t xml:space="preserve">cena netto ..................................... zł (słownie ......................................................................) </w:t>
      </w:r>
    </w:p>
    <w:p w14:paraId="57572A4B" w14:textId="77777777" w:rsidR="00645D4B" w:rsidRPr="009B7850" w:rsidRDefault="00645D4B" w:rsidP="00645D4B">
      <w:pPr>
        <w:spacing w:before="120" w:after="120"/>
        <w:ind w:left="284"/>
        <w:rPr>
          <w:rFonts w:eastAsia="Times New Roman" w:cs="Calibri"/>
          <w:b/>
          <w:szCs w:val="18"/>
        </w:rPr>
      </w:pPr>
      <w:r w:rsidRPr="009B7850">
        <w:rPr>
          <w:rFonts w:eastAsia="Times New Roman" w:cs="Calibri"/>
          <w:b/>
          <w:szCs w:val="18"/>
        </w:rPr>
        <w:t>wartość podatku VAT .......................................... zł,   według stawki ……..…. %</w:t>
      </w:r>
    </w:p>
    <w:p w14:paraId="37F263E0" w14:textId="77777777" w:rsidR="00645D4B" w:rsidRDefault="00645D4B" w:rsidP="00645D4B">
      <w:pPr>
        <w:spacing w:before="120" w:after="120"/>
        <w:ind w:left="284"/>
        <w:rPr>
          <w:rFonts w:eastAsia="Times New Roman" w:cs="Calibri"/>
          <w:b/>
          <w:szCs w:val="18"/>
        </w:rPr>
      </w:pPr>
      <w:r w:rsidRPr="009B7850">
        <w:rPr>
          <w:rFonts w:eastAsia="Times New Roman" w:cs="Calibri"/>
          <w:b/>
          <w:szCs w:val="18"/>
        </w:rPr>
        <w:t>cenę brutto ..................................... zł (słownie ............................................................................).</w:t>
      </w:r>
    </w:p>
    <w:p w14:paraId="1BBB55A3" w14:textId="77777777" w:rsidR="00645D4B" w:rsidRDefault="00645D4B" w:rsidP="00645D4B">
      <w:pPr>
        <w:spacing w:before="120" w:after="120"/>
        <w:ind w:left="284"/>
        <w:rPr>
          <w:rFonts w:eastAsia="Times New Roman" w:cs="Calibri"/>
          <w:b/>
          <w:szCs w:val="18"/>
        </w:rPr>
      </w:pPr>
    </w:p>
    <w:p w14:paraId="5673DBD6" w14:textId="77777777" w:rsidR="00645D4B" w:rsidRDefault="00645D4B" w:rsidP="00645D4B">
      <w:pPr>
        <w:spacing w:before="120" w:after="120"/>
        <w:ind w:left="284"/>
        <w:rPr>
          <w:rFonts w:eastAsia="Times New Roman" w:cs="Calibri"/>
          <w:b/>
          <w:szCs w:val="18"/>
        </w:rPr>
      </w:pPr>
    </w:p>
    <w:p w14:paraId="5CB7CCA4" w14:textId="7E5F5D5E" w:rsidR="00645D4B" w:rsidRPr="009B7850" w:rsidRDefault="00645D4B" w:rsidP="00645D4B">
      <w:pPr>
        <w:rPr>
          <w:rFonts w:eastAsia="Times New Roman" w:cs="Calibri"/>
          <w:b/>
          <w:szCs w:val="18"/>
        </w:rPr>
      </w:pPr>
      <w:r w:rsidRPr="009B7850">
        <w:rPr>
          <w:rFonts w:eastAsia="Times New Roman" w:cs="Calibri"/>
          <w:b/>
          <w:szCs w:val="18"/>
        </w:rPr>
        <w:t xml:space="preserve">Część </w:t>
      </w:r>
      <w:r>
        <w:rPr>
          <w:rFonts w:eastAsia="Times New Roman" w:cs="Calibri"/>
          <w:b/>
          <w:szCs w:val="18"/>
        </w:rPr>
        <w:t>5</w:t>
      </w:r>
      <w:r>
        <w:rPr>
          <w:rFonts w:eastAsia="Times New Roman" w:cs="Calibri"/>
          <w:b/>
          <w:szCs w:val="18"/>
        </w:rPr>
        <w:t>:</w:t>
      </w:r>
    </w:p>
    <w:p w14:paraId="12328A9E" w14:textId="77777777" w:rsidR="00645D4B" w:rsidRPr="009B7850" w:rsidRDefault="00645D4B" w:rsidP="00645D4B">
      <w:pPr>
        <w:spacing w:before="120" w:after="120"/>
        <w:ind w:left="284"/>
        <w:rPr>
          <w:rFonts w:eastAsia="Times New Roman" w:cs="Calibri"/>
          <w:b/>
          <w:szCs w:val="18"/>
        </w:rPr>
      </w:pPr>
      <w:r w:rsidRPr="009B7850">
        <w:rPr>
          <w:rFonts w:eastAsia="Times New Roman" w:cs="Calibri"/>
          <w:b/>
          <w:szCs w:val="18"/>
        </w:rPr>
        <w:t xml:space="preserve">cena netto ..................................... zł (słownie ......................................................................) </w:t>
      </w:r>
    </w:p>
    <w:p w14:paraId="37FC9D79" w14:textId="77777777" w:rsidR="00645D4B" w:rsidRPr="009B7850" w:rsidRDefault="00645D4B" w:rsidP="00645D4B">
      <w:pPr>
        <w:spacing w:before="120" w:after="120"/>
        <w:ind w:left="284"/>
        <w:rPr>
          <w:rFonts w:eastAsia="Times New Roman" w:cs="Calibri"/>
          <w:b/>
          <w:szCs w:val="18"/>
        </w:rPr>
      </w:pPr>
      <w:r w:rsidRPr="009B7850">
        <w:rPr>
          <w:rFonts w:eastAsia="Times New Roman" w:cs="Calibri"/>
          <w:b/>
          <w:szCs w:val="18"/>
        </w:rPr>
        <w:t>wartość podatku VAT .......................................... zł,   według stawki ……..…. %</w:t>
      </w:r>
    </w:p>
    <w:p w14:paraId="455394EF" w14:textId="77777777" w:rsidR="00645D4B" w:rsidRDefault="00645D4B" w:rsidP="00645D4B">
      <w:pPr>
        <w:spacing w:before="120" w:after="120"/>
        <w:ind w:left="284"/>
        <w:rPr>
          <w:rFonts w:eastAsia="Times New Roman" w:cs="Calibri"/>
          <w:b/>
          <w:szCs w:val="18"/>
        </w:rPr>
      </w:pPr>
      <w:r w:rsidRPr="009B7850">
        <w:rPr>
          <w:rFonts w:eastAsia="Times New Roman" w:cs="Calibri"/>
          <w:b/>
          <w:szCs w:val="18"/>
        </w:rPr>
        <w:t>cenę brutto ..................................... zł (słownie ............................................................................).</w:t>
      </w:r>
    </w:p>
    <w:p w14:paraId="7624107C" w14:textId="77777777" w:rsidR="00645D4B" w:rsidRDefault="00645D4B" w:rsidP="009B7850">
      <w:pPr>
        <w:spacing w:before="120" w:after="120"/>
        <w:ind w:left="284"/>
        <w:jc w:val="both"/>
        <w:rPr>
          <w:rFonts w:eastAsia="Times New Roman" w:cs="Calibri"/>
          <w:b/>
          <w:szCs w:val="18"/>
        </w:rPr>
      </w:pPr>
    </w:p>
    <w:p w14:paraId="74DCFBE1" w14:textId="77777777" w:rsidR="00645D4B" w:rsidRDefault="00645D4B" w:rsidP="009B7850">
      <w:pPr>
        <w:spacing w:before="120" w:after="120"/>
        <w:ind w:left="284"/>
        <w:jc w:val="both"/>
        <w:rPr>
          <w:rFonts w:eastAsia="Times New Roman" w:cs="Calibri"/>
          <w:b/>
          <w:szCs w:val="18"/>
        </w:rPr>
      </w:pPr>
    </w:p>
    <w:p w14:paraId="7D316751" w14:textId="77777777" w:rsidR="00645D4B" w:rsidRDefault="00645D4B" w:rsidP="009B7850">
      <w:pPr>
        <w:spacing w:before="120" w:after="120"/>
        <w:ind w:left="284"/>
        <w:jc w:val="both"/>
        <w:rPr>
          <w:rFonts w:eastAsia="Times New Roman" w:cs="Calibri"/>
          <w:b/>
          <w:szCs w:val="18"/>
        </w:rPr>
      </w:pPr>
    </w:p>
    <w:p w14:paraId="7C0935B3" w14:textId="77777777" w:rsidR="00645D4B" w:rsidRPr="009B7850" w:rsidRDefault="00645D4B" w:rsidP="009B7850">
      <w:pPr>
        <w:spacing w:before="120" w:after="120"/>
        <w:ind w:left="284"/>
        <w:jc w:val="both"/>
        <w:rPr>
          <w:rFonts w:eastAsia="Times New Roman" w:cs="Calibri"/>
          <w:b/>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645D4B"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645D4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645D4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 xml:space="preserve">będzie prowadzić do powstania u Zamawiającego obowiązku podatkowego. Wskazujemy nazwę (rodzaj) towaru lub usługi, których dostawa lub świadczenie będzie prowadzić do jego powstania, ich </w:t>
      </w:r>
      <w:r w:rsidRPr="008313C3">
        <w:rPr>
          <w:rFonts w:eastAsia="Times New Roman" w:cs="Calibri"/>
          <w:iCs/>
          <w:szCs w:val="18"/>
        </w:rPr>
        <w:lastRenderedPageBreak/>
        <w:t>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77777777" w:rsidR="008B3E84" w:rsidRPr="00645D4B" w:rsidRDefault="000B1E29" w:rsidP="000E36C4">
      <w:pPr>
        <w:numPr>
          <w:ilvl w:val="3"/>
          <w:numId w:val="30"/>
        </w:numPr>
        <w:spacing w:before="60" w:after="60" w:line="288" w:lineRule="auto"/>
        <w:ind w:left="426" w:hanging="426"/>
        <w:jc w:val="both"/>
        <w:rPr>
          <w:rFonts w:eastAsia="Times New Roman" w:cs="Calibri"/>
          <w:strike/>
          <w:color w:val="286AEE" w:themeColor="accent2" w:themeTint="99"/>
          <w:szCs w:val="18"/>
          <w:lang w:eastAsia="pl-PL"/>
        </w:rPr>
      </w:pPr>
      <w:r w:rsidRPr="00645D4B">
        <w:rPr>
          <w:rFonts w:eastAsia="Times New Roman" w:cs="Calibri"/>
          <w:strike/>
          <w:color w:val="286AEE" w:themeColor="accent2" w:themeTint="99"/>
          <w:szCs w:val="18"/>
          <w:lang w:eastAsia="pl-PL"/>
        </w:rPr>
        <w:t>Wadium o wartośc</w:t>
      </w:r>
      <w:r w:rsidR="008B3E84" w:rsidRPr="00645D4B">
        <w:rPr>
          <w:rFonts w:eastAsia="Times New Roman" w:cs="Calibri"/>
          <w:strike/>
          <w:color w:val="286AEE" w:themeColor="accent2" w:themeTint="99"/>
          <w:szCs w:val="18"/>
          <w:lang w:eastAsia="pl-PL"/>
        </w:rPr>
        <w:t>i:</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lastRenderedPageBreak/>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645D4B"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645D4B"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00D1C348" w14:textId="77777777" w:rsidR="00E42525" w:rsidRDefault="00E42525" w:rsidP="005B33FC"/>
    <w:p w14:paraId="283B03C8" w14:textId="481CFAFC" w:rsidR="005B33FC" w:rsidRPr="00093F52" w:rsidRDefault="005B33FC" w:rsidP="009954F4">
      <w:pPr>
        <w:pStyle w:val="Nagwek1"/>
      </w:pPr>
      <w:bookmarkStart w:id="2" w:name="_Toc210995359"/>
      <w:r w:rsidRPr="005B33FC">
        <w:lastRenderedPageBreak/>
        <w:t>Załącznik nr 3A - HARMONOGRAM RZECZOWO-FINANSOWY</w:t>
      </w:r>
      <w:bookmarkEnd w:id="2"/>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3FD253FE" w14:textId="6CD69009" w:rsidR="00B050F9" w:rsidRDefault="00B050F9" w:rsidP="005B33FC">
      <w:pPr>
        <w:rPr>
          <w:b/>
          <w:sz w:val="20"/>
          <w:szCs w:val="20"/>
        </w:rPr>
      </w:pPr>
    </w:p>
    <w:p w14:paraId="7E60AD11" w14:textId="49B8A37B" w:rsidR="00B050F9" w:rsidRDefault="00B050F9" w:rsidP="005B33FC">
      <w:pPr>
        <w:rPr>
          <w:b/>
          <w:sz w:val="20"/>
          <w:szCs w:val="20"/>
        </w:rPr>
      </w:pPr>
    </w:p>
    <w:p w14:paraId="4B6492EE" w14:textId="74CB3498" w:rsidR="00B050F9" w:rsidRDefault="00B050F9" w:rsidP="005B33FC">
      <w:pPr>
        <w:rPr>
          <w:b/>
          <w:sz w:val="20"/>
          <w:szCs w:val="20"/>
        </w:rPr>
      </w:pPr>
    </w:p>
    <w:p w14:paraId="32AD9B03" w14:textId="43C2BED2" w:rsidR="00B050F9" w:rsidRDefault="00B050F9" w:rsidP="005B33FC">
      <w:pPr>
        <w:rPr>
          <w:b/>
          <w:sz w:val="20"/>
          <w:szCs w:val="20"/>
        </w:rPr>
      </w:pPr>
    </w:p>
    <w:p w14:paraId="211F5B21" w14:textId="0734E73F" w:rsidR="00B050F9" w:rsidRDefault="00B050F9" w:rsidP="005B33FC">
      <w:pPr>
        <w:rPr>
          <w:b/>
          <w:sz w:val="20"/>
          <w:szCs w:val="20"/>
        </w:rPr>
      </w:pPr>
    </w:p>
    <w:p w14:paraId="13981270" w14:textId="44C1BA9E" w:rsidR="00B050F9" w:rsidRDefault="00B050F9" w:rsidP="005B33FC">
      <w:pPr>
        <w:rPr>
          <w:b/>
          <w:sz w:val="20"/>
          <w:szCs w:val="20"/>
        </w:rPr>
      </w:pPr>
    </w:p>
    <w:p w14:paraId="57211C89" w14:textId="2087118E" w:rsidR="00B050F9" w:rsidRDefault="00B050F9" w:rsidP="005B33FC">
      <w:pPr>
        <w:rPr>
          <w:b/>
          <w:sz w:val="20"/>
          <w:szCs w:val="20"/>
        </w:rPr>
      </w:pPr>
    </w:p>
    <w:p w14:paraId="78B94B6D" w14:textId="44B24B02" w:rsidR="00B050F9" w:rsidRDefault="00B050F9" w:rsidP="005B33FC">
      <w:pPr>
        <w:rPr>
          <w:b/>
          <w:sz w:val="20"/>
          <w:szCs w:val="20"/>
        </w:rPr>
      </w:pPr>
    </w:p>
    <w:p w14:paraId="06F4559C" w14:textId="45ACC21D" w:rsidR="00B050F9" w:rsidRDefault="00B050F9" w:rsidP="005B33FC">
      <w:pPr>
        <w:rPr>
          <w:b/>
          <w:sz w:val="20"/>
          <w:szCs w:val="20"/>
        </w:rPr>
      </w:pPr>
    </w:p>
    <w:p w14:paraId="0F9FA64F" w14:textId="4F1F33B6" w:rsidR="00B050F9" w:rsidRDefault="00B050F9" w:rsidP="005B33FC">
      <w:pPr>
        <w:rPr>
          <w:b/>
          <w:sz w:val="20"/>
          <w:szCs w:val="20"/>
        </w:rPr>
      </w:pPr>
    </w:p>
    <w:p w14:paraId="7B0FBCAF" w14:textId="0334D2FA" w:rsidR="00B050F9" w:rsidRDefault="00B050F9" w:rsidP="005B33FC">
      <w:pPr>
        <w:rPr>
          <w:b/>
          <w:sz w:val="20"/>
          <w:szCs w:val="20"/>
        </w:rPr>
      </w:pPr>
    </w:p>
    <w:p w14:paraId="1C8E8575" w14:textId="0C7A90DA" w:rsidR="00B050F9" w:rsidRDefault="00B050F9" w:rsidP="005B33FC">
      <w:pPr>
        <w:rPr>
          <w:b/>
          <w:sz w:val="20"/>
          <w:szCs w:val="20"/>
        </w:rPr>
      </w:pPr>
    </w:p>
    <w:p w14:paraId="5513BB42" w14:textId="65C4957B" w:rsidR="00B050F9" w:rsidRDefault="00B050F9" w:rsidP="005B33FC">
      <w:pPr>
        <w:rPr>
          <w:b/>
          <w:sz w:val="20"/>
          <w:szCs w:val="20"/>
        </w:rPr>
      </w:pPr>
    </w:p>
    <w:p w14:paraId="41A77A28" w14:textId="55595BA8" w:rsidR="00B050F9" w:rsidRDefault="00B050F9" w:rsidP="005B33FC">
      <w:pPr>
        <w:rPr>
          <w:b/>
          <w:sz w:val="20"/>
          <w:szCs w:val="20"/>
        </w:rPr>
      </w:pPr>
    </w:p>
    <w:p w14:paraId="601E1DD0" w14:textId="6948C080" w:rsidR="00B050F9" w:rsidRDefault="00B050F9" w:rsidP="005B33FC">
      <w:pPr>
        <w:rPr>
          <w:b/>
          <w:sz w:val="20"/>
          <w:szCs w:val="20"/>
        </w:rPr>
      </w:pPr>
    </w:p>
    <w:p w14:paraId="270DCE56" w14:textId="1620B00E" w:rsidR="00B050F9" w:rsidRDefault="00B050F9" w:rsidP="005B33FC">
      <w:pPr>
        <w:rPr>
          <w:b/>
          <w:sz w:val="20"/>
          <w:szCs w:val="20"/>
        </w:rPr>
      </w:pPr>
    </w:p>
    <w:p w14:paraId="7F0EB990" w14:textId="2279F4F7" w:rsidR="00B050F9" w:rsidRDefault="00B050F9" w:rsidP="005B33FC">
      <w:pPr>
        <w:rPr>
          <w:b/>
          <w:sz w:val="20"/>
          <w:szCs w:val="20"/>
        </w:rPr>
      </w:pPr>
    </w:p>
    <w:p w14:paraId="3BB75BF5" w14:textId="32DBAA68" w:rsidR="00B050F9" w:rsidRDefault="00B050F9" w:rsidP="005B33FC">
      <w:pPr>
        <w:rPr>
          <w:b/>
          <w:sz w:val="20"/>
          <w:szCs w:val="20"/>
        </w:rPr>
      </w:pPr>
    </w:p>
    <w:p w14:paraId="30251766" w14:textId="350A260B" w:rsidR="00B050F9" w:rsidRDefault="00B050F9" w:rsidP="005B33FC">
      <w:pPr>
        <w:rPr>
          <w:b/>
          <w:sz w:val="20"/>
          <w:szCs w:val="20"/>
        </w:rPr>
      </w:pPr>
    </w:p>
    <w:p w14:paraId="61623BED" w14:textId="0932944D" w:rsidR="00B050F9" w:rsidRDefault="00B050F9" w:rsidP="005B33FC">
      <w:pPr>
        <w:rPr>
          <w:b/>
          <w:sz w:val="20"/>
          <w:szCs w:val="20"/>
        </w:rPr>
      </w:pPr>
    </w:p>
    <w:p w14:paraId="74700963" w14:textId="61362EBA" w:rsidR="00B050F9" w:rsidRDefault="00B050F9" w:rsidP="005B33FC">
      <w:pPr>
        <w:rPr>
          <w:b/>
          <w:sz w:val="20"/>
          <w:szCs w:val="20"/>
        </w:rPr>
      </w:pPr>
    </w:p>
    <w:p w14:paraId="76AB8463" w14:textId="32262F59" w:rsidR="00B050F9" w:rsidRDefault="00B050F9" w:rsidP="005B33FC">
      <w:pPr>
        <w:rPr>
          <w:b/>
          <w:sz w:val="20"/>
          <w:szCs w:val="20"/>
        </w:rPr>
      </w:pPr>
    </w:p>
    <w:p w14:paraId="7DF3402C" w14:textId="74953311" w:rsidR="00B050F9" w:rsidRDefault="00B050F9" w:rsidP="005B33FC">
      <w:pPr>
        <w:rPr>
          <w:b/>
          <w:sz w:val="20"/>
          <w:szCs w:val="20"/>
        </w:rPr>
      </w:pPr>
    </w:p>
    <w:p w14:paraId="1AD4F82F" w14:textId="606DE921" w:rsidR="00B050F9" w:rsidRDefault="00B050F9" w:rsidP="005B33FC">
      <w:pPr>
        <w:rPr>
          <w:b/>
          <w:sz w:val="20"/>
          <w:szCs w:val="20"/>
        </w:rPr>
      </w:pPr>
    </w:p>
    <w:p w14:paraId="73958282" w14:textId="38ADE70F" w:rsidR="00B050F9" w:rsidRDefault="00B050F9" w:rsidP="005B33FC">
      <w:pPr>
        <w:rPr>
          <w:b/>
          <w:sz w:val="20"/>
          <w:szCs w:val="20"/>
        </w:rPr>
      </w:pPr>
    </w:p>
    <w:p w14:paraId="0285FCF3" w14:textId="6FA4CFFB" w:rsidR="00B050F9" w:rsidRDefault="00B050F9" w:rsidP="005B33FC">
      <w:pPr>
        <w:rPr>
          <w:b/>
          <w:sz w:val="20"/>
          <w:szCs w:val="20"/>
        </w:rPr>
      </w:pPr>
    </w:p>
    <w:p w14:paraId="20CBD27C" w14:textId="56F15613" w:rsidR="00B050F9" w:rsidRDefault="00B050F9" w:rsidP="005B33FC">
      <w:pPr>
        <w:rPr>
          <w:b/>
          <w:sz w:val="20"/>
          <w:szCs w:val="20"/>
        </w:rPr>
      </w:pPr>
    </w:p>
    <w:p w14:paraId="037FFEE8" w14:textId="7402068A" w:rsidR="00B050F9" w:rsidRDefault="00B050F9" w:rsidP="005B33FC">
      <w:pPr>
        <w:rPr>
          <w:b/>
          <w:sz w:val="20"/>
          <w:szCs w:val="20"/>
        </w:rPr>
      </w:pPr>
    </w:p>
    <w:p w14:paraId="0CC1BF7E" w14:textId="14C00B9C" w:rsidR="00B050F9" w:rsidRDefault="00B050F9" w:rsidP="005B33FC">
      <w:pPr>
        <w:rPr>
          <w:b/>
          <w:sz w:val="20"/>
          <w:szCs w:val="20"/>
        </w:rPr>
      </w:pPr>
    </w:p>
    <w:p w14:paraId="268A28CE" w14:textId="04C54BFE" w:rsidR="00B050F9" w:rsidRDefault="00B050F9" w:rsidP="005B33FC">
      <w:pPr>
        <w:rPr>
          <w:b/>
          <w:sz w:val="20"/>
          <w:szCs w:val="20"/>
        </w:rPr>
      </w:pPr>
    </w:p>
    <w:p w14:paraId="200101ED" w14:textId="47412E06" w:rsidR="00B050F9" w:rsidRDefault="00B050F9" w:rsidP="005B33FC">
      <w:pPr>
        <w:rPr>
          <w:b/>
          <w:sz w:val="20"/>
          <w:szCs w:val="20"/>
        </w:rPr>
      </w:pPr>
    </w:p>
    <w:p w14:paraId="2A8F7C04" w14:textId="0876E56E" w:rsidR="00B050F9" w:rsidRDefault="00B050F9" w:rsidP="005B33FC">
      <w:pPr>
        <w:rPr>
          <w:b/>
          <w:sz w:val="20"/>
          <w:szCs w:val="20"/>
        </w:rPr>
      </w:pPr>
    </w:p>
    <w:p w14:paraId="544C7125" w14:textId="344E730B" w:rsidR="00B050F9" w:rsidRDefault="00B050F9"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9954F4">
      <w:pPr>
        <w:pStyle w:val="Nagwek1"/>
      </w:pPr>
      <w:bookmarkStart w:id="3"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3"/>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2BBA810A"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color w:val="286AEE" w:themeColor="accent4" w:themeTint="99"/>
              <w:sz w:val="20"/>
            </w:rPr>
            <w:t>POST/DYS/OSK/LZA/00236/2026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22FEE9F5" w14:textId="4D96E56B" w:rsidR="005B33FC" w:rsidRPr="00093F52" w:rsidRDefault="005B33FC" w:rsidP="009954F4">
      <w:pPr>
        <w:pStyle w:val="Nagwek1"/>
      </w:pPr>
      <w:bookmarkStart w:id="5" w:name="_Toc210995361"/>
      <w:r w:rsidRPr="005B33FC">
        <w:lastRenderedPageBreak/>
        <w:t>ZAŁĄCZNIK NR 5 DO SWZ – PROJEKT UMOWY ZAKUPOWEJ</w:t>
      </w:r>
      <w:bookmarkEnd w:id="5"/>
    </w:p>
    <w:p w14:paraId="1AC4D814" w14:textId="2EBCC7C9" w:rsidR="005B33FC" w:rsidRDefault="005B33FC" w:rsidP="005B33FC">
      <w:pPr>
        <w:rPr>
          <w:b/>
          <w:sz w:val="20"/>
          <w:szCs w:val="20"/>
        </w:rPr>
      </w:pPr>
      <w:r w:rsidRPr="005B33FC">
        <w:rPr>
          <w:b/>
          <w:sz w:val="20"/>
          <w:szCs w:val="20"/>
        </w:rPr>
        <w:t xml:space="preserve">UWAGA: Projektowane postanowienia umowy umieszczono w Systemie Zakupowym  </w:t>
      </w:r>
      <w:r w:rsidR="00B94AF9">
        <w:rPr>
          <w:b/>
          <w:sz w:val="20"/>
          <w:szCs w:val="20"/>
        </w:rPr>
        <w:br/>
      </w:r>
      <w:r w:rsidRPr="005B33FC">
        <w:rPr>
          <w:b/>
          <w:sz w:val="20"/>
          <w:szCs w:val="20"/>
        </w:rPr>
        <w:t>w osobnym pliku.</w:t>
      </w:r>
    </w:p>
    <w:p w14:paraId="4C33FF9D" w14:textId="4A9FEB55" w:rsidR="00B464D1" w:rsidRDefault="00B464D1" w:rsidP="005B33FC">
      <w:pPr>
        <w:rPr>
          <w:b/>
          <w:sz w:val="20"/>
          <w:szCs w:val="20"/>
        </w:rPr>
      </w:pPr>
    </w:p>
    <w:p w14:paraId="7413FA36" w14:textId="745610A7" w:rsidR="00B464D1" w:rsidRDefault="00B464D1" w:rsidP="005B33FC">
      <w:pPr>
        <w:rPr>
          <w:b/>
          <w:sz w:val="20"/>
          <w:szCs w:val="20"/>
        </w:rPr>
      </w:pPr>
    </w:p>
    <w:p w14:paraId="24C9BCDF" w14:textId="495B99CE" w:rsidR="00B464D1" w:rsidRDefault="00B464D1" w:rsidP="005B33FC">
      <w:pPr>
        <w:rPr>
          <w:b/>
          <w:sz w:val="20"/>
          <w:szCs w:val="20"/>
        </w:rPr>
      </w:pPr>
    </w:p>
    <w:p w14:paraId="5A284D60" w14:textId="71A68D43" w:rsidR="00B464D1" w:rsidRDefault="00B464D1" w:rsidP="005B33FC">
      <w:pPr>
        <w:rPr>
          <w:b/>
          <w:sz w:val="20"/>
          <w:szCs w:val="20"/>
        </w:rPr>
      </w:pPr>
    </w:p>
    <w:p w14:paraId="1D864318" w14:textId="43F493E4" w:rsidR="00B464D1" w:rsidRDefault="00B464D1" w:rsidP="005B33FC">
      <w:pPr>
        <w:rPr>
          <w:b/>
          <w:sz w:val="20"/>
          <w:szCs w:val="20"/>
        </w:rPr>
      </w:pPr>
    </w:p>
    <w:p w14:paraId="18DA5BA3" w14:textId="5508D952" w:rsidR="00B464D1" w:rsidRDefault="00B464D1" w:rsidP="005B33FC">
      <w:pPr>
        <w:rPr>
          <w:b/>
          <w:sz w:val="20"/>
          <w:szCs w:val="20"/>
        </w:rPr>
      </w:pPr>
    </w:p>
    <w:p w14:paraId="4F860DD5" w14:textId="6A3E1FCF" w:rsidR="00B464D1" w:rsidRDefault="00B464D1" w:rsidP="005B33FC">
      <w:pPr>
        <w:rPr>
          <w:b/>
          <w:sz w:val="20"/>
          <w:szCs w:val="20"/>
        </w:rPr>
      </w:pPr>
    </w:p>
    <w:p w14:paraId="6C574840" w14:textId="7FFDC5CF" w:rsidR="00B464D1" w:rsidRDefault="00B464D1" w:rsidP="005B33FC">
      <w:pPr>
        <w:rPr>
          <w:b/>
          <w:sz w:val="20"/>
          <w:szCs w:val="20"/>
        </w:rPr>
      </w:pPr>
    </w:p>
    <w:p w14:paraId="459A7FFF" w14:textId="3EFCB4AD" w:rsidR="00B464D1" w:rsidRDefault="00B464D1" w:rsidP="005B33FC">
      <w:pPr>
        <w:rPr>
          <w:b/>
          <w:sz w:val="20"/>
          <w:szCs w:val="20"/>
        </w:rPr>
      </w:pPr>
    </w:p>
    <w:p w14:paraId="7FAC1614" w14:textId="2A44A89D" w:rsidR="00B464D1" w:rsidRDefault="00B464D1" w:rsidP="005B33FC">
      <w:pPr>
        <w:rPr>
          <w:b/>
          <w:sz w:val="20"/>
          <w:szCs w:val="20"/>
        </w:rPr>
      </w:pPr>
    </w:p>
    <w:p w14:paraId="2705468F" w14:textId="4012DF65" w:rsidR="00B464D1" w:rsidRDefault="00B464D1" w:rsidP="005B33FC">
      <w:pPr>
        <w:rPr>
          <w:b/>
          <w:sz w:val="20"/>
          <w:szCs w:val="20"/>
        </w:rPr>
      </w:pPr>
    </w:p>
    <w:p w14:paraId="2F110CA5" w14:textId="58C91658" w:rsidR="00B464D1" w:rsidRDefault="00B464D1" w:rsidP="005B33FC">
      <w:pPr>
        <w:rPr>
          <w:b/>
          <w:sz w:val="20"/>
          <w:szCs w:val="20"/>
        </w:rPr>
      </w:pPr>
    </w:p>
    <w:p w14:paraId="356B0F14" w14:textId="0DFA6E9F" w:rsidR="00B464D1" w:rsidRDefault="00B464D1" w:rsidP="005B33FC">
      <w:pPr>
        <w:rPr>
          <w:b/>
          <w:sz w:val="20"/>
          <w:szCs w:val="20"/>
        </w:rPr>
      </w:pPr>
    </w:p>
    <w:p w14:paraId="5B7271D9" w14:textId="2BC264E0" w:rsidR="00B464D1" w:rsidRDefault="00B464D1" w:rsidP="005B33FC">
      <w:pPr>
        <w:rPr>
          <w:b/>
          <w:sz w:val="20"/>
          <w:szCs w:val="20"/>
        </w:rPr>
      </w:pPr>
    </w:p>
    <w:p w14:paraId="5BA4A177" w14:textId="57048500" w:rsidR="00B464D1" w:rsidRDefault="00B464D1" w:rsidP="005B33FC">
      <w:pPr>
        <w:rPr>
          <w:b/>
          <w:sz w:val="20"/>
          <w:szCs w:val="20"/>
        </w:rPr>
      </w:pPr>
    </w:p>
    <w:p w14:paraId="636F284A" w14:textId="0D0282B0" w:rsidR="00B464D1" w:rsidRDefault="00B464D1" w:rsidP="005B33FC">
      <w:pPr>
        <w:rPr>
          <w:b/>
          <w:sz w:val="20"/>
          <w:szCs w:val="20"/>
        </w:rPr>
      </w:pPr>
    </w:p>
    <w:p w14:paraId="345C4B17" w14:textId="0BE72566" w:rsidR="00B464D1" w:rsidRDefault="00B464D1" w:rsidP="005B33FC">
      <w:pPr>
        <w:rPr>
          <w:b/>
          <w:sz w:val="20"/>
          <w:szCs w:val="20"/>
        </w:rPr>
      </w:pPr>
    </w:p>
    <w:p w14:paraId="3D926B5C" w14:textId="2F8012FC" w:rsidR="00B464D1" w:rsidRDefault="00B464D1" w:rsidP="005B33FC">
      <w:pPr>
        <w:rPr>
          <w:b/>
          <w:sz w:val="20"/>
          <w:szCs w:val="20"/>
        </w:rPr>
      </w:pPr>
    </w:p>
    <w:p w14:paraId="5F6512B4" w14:textId="4DBB0DE6" w:rsidR="00B464D1" w:rsidRDefault="00B464D1" w:rsidP="005B33FC">
      <w:pPr>
        <w:rPr>
          <w:b/>
          <w:sz w:val="20"/>
          <w:szCs w:val="20"/>
        </w:rPr>
      </w:pPr>
    </w:p>
    <w:p w14:paraId="1C1103A7" w14:textId="4CDAD1ED" w:rsidR="00B464D1" w:rsidRDefault="00B464D1" w:rsidP="005B33FC">
      <w:pPr>
        <w:rPr>
          <w:b/>
          <w:sz w:val="20"/>
          <w:szCs w:val="20"/>
        </w:rPr>
      </w:pPr>
    </w:p>
    <w:p w14:paraId="01B44DF0" w14:textId="76876909" w:rsidR="00B464D1" w:rsidRDefault="00B464D1" w:rsidP="005B33FC">
      <w:pPr>
        <w:rPr>
          <w:b/>
          <w:sz w:val="20"/>
          <w:szCs w:val="20"/>
        </w:rPr>
      </w:pPr>
    </w:p>
    <w:p w14:paraId="43D57541" w14:textId="7A7AD769" w:rsidR="00B464D1" w:rsidRDefault="00B464D1" w:rsidP="005B33FC">
      <w:pPr>
        <w:rPr>
          <w:b/>
          <w:sz w:val="20"/>
          <w:szCs w:val="20"/>
        </w:rPr>
      </w:pPr>
    </w:p>
    <w:p w14:paraId="55A6DF70" w14:textId="4B8EC986" w:rsidR="00B464D1" w:rsidRDefault="00B464D1" w:rsidP="005B33FC">
      <w:pPr>
        <w:rPr>
          <w:b/>
          <w:sz w:val="20"/>
          <w:szCs w:val="20"/>
        </w:rPr>
      </w:pPr>
    </w:p>
    <w:p w14:paraId="3FD5ECC7" w14:textId="3F530380" w:rsidR="00B464D1" w:rsidRDefault="00B464D1" w:rsidP="005B33FC">
      <w:pPr>
        <w:rPr>
          <w:b/>
          <w:sz w:val="20"/>
          <w:szCs w:val="20"/>
        </w:rPr>
      </w:pPr>
    </w:p>
    <w:p w14:paraId="6EBA1898" w14:textId="32840E63" w:rsidR="00B464D1" w:rsidRDefault="00B464D1" w:rsidP="005B33FC">
      <w:pPr>
        <w:rPr>
          <w:b/>
          <w:sz w:val="20"/>
          <w:szCs w:val="20"/>
        </w:rPr>
      </w:pPr>
    </w:p>
    <w:p w14:paraId="0F28A883" w14:textId="2CC0B497" w:rsidR="00B464D1" w:rsidRDefault="00B464D1" w:rsidP="005B33FC">
      <w:pPr>
        <w:rPr>
          <w:b/>
          <w:sz w:val="20"/>
          <w:szCs w:val="20"/>
        </w:rPr>
      </w:pPr>
    </w:p>
    <w:p w14:paraId="77DCDC85" w14:textId="39FA5CEB" w:rsidR="00B464D1" w:rsidRDefault="00B464D1" w:rsidP="005B33FC">
      <w:pPr>
        <w:rPr>
          <w:b/>
          <w:sz w:val="20"/>
          <w:szCs w:val="20"/>
        </w:rPr>
      </w:pPr>
    </w:p>
    <w:p w14:paraId="54CB75CB" w14:textId="3C677736" w:rsidR="00B464D1" w:rsidRDefault="00B464D1" w:rsidP="005B33FC">
      <w:pPr>
        <w:rPr>
          <w:b/>
          <w:sz w:val="20"/>
          <w:szCs w:val="20"/>
        </w:rPr>
      </w:pPr>
    </w:p>
    <w:p w14:paraId="68552C3B" w14:textId="3214F58F" w:rsidR="00B464D1" w:rsidRDefault="00B464D1" w:rsidP="005B33FC">
      <w:pPr>
        <w:rPr>
          <w:b/>
          <w:sz w:val="20"/>
          <w:szCs w:val="20"/>
        </w:rPr>
      </w:pPr>
    </w:p>
    <w:p w14:paraId="691D3BE6" w14:textId="6DB8FFB9" w:rsidR="00B464D1" w:rsidRDefault="00B464D1" w:rsidP="005B33FC">
      <w:pPr>
        <w:rPr>
          <w:b/>
          <w:sz w:val="20"/>
          <w:szCs w:val="20"/>
        </w:rPr>
      </w:pPr>
    </w:p>
    <w:p w14:paraId="6D375FEE" w14:textId="1A522DA4" w:rsidR="00B464D1" w:rsidRDefault="00B464D1" w:rsidP="005B33FC">
      <w:pPr>
        <w:rPr>
          <w:b/>
          <w:sz w:val="20"/>
          <w:szCs w:val="20"/>
        </w:rPr>
      </w:pPr>
    </w:p>
    <w:p w14:paraId="5DADB88E" w14:textId="1F59D39C" w:rsidR="00B464D1" w:rsidRDefault="00B464D1" w:rsidP="005B33FC">
      <w:pPr>
        <w:rPr>
          <w:b/>
          <w:sz w:val="20"/>
          <w:szCs w:val="20"/>
        </w:rPr>
      </w:pPr>
    </w:p>
    <w:p w14:paraId="5417DA18" w14:textId="3B12519C" w:rsidR="00B464D1" w:rsidRDefault="00B464D1" w:rsidP="005B33FC">
      <w:pPr>
        <w:rPr>
          <w:b/>
          <w:sz w:val="20"/>
          <w:szCs w:val="20"/>
        </w:rPr>
      </w:pPr>
    </w:p>
    <w:p w14:paraId="48D1ACE8" w14:textId="0A084A71" w:rsidR="00B464D1" w:rsidRDefault="00B464D1" w:rsidP="005B33FC">
      <w:pPr>
        <w:rPr>
          <w:b/>
          <w:sz w:val="20"/>
          <w:szCs w:val="20"/>
        </w:rPr>
      </w:pPr>
    </w:p>
    <w:p w14:paraId="7B1C99CE" w14:textId="76097319" w:rsidR="00B464D1" w:rsidRDefault="00B464D1" w:rsidP="005B33FC">
      <w:pPr>
        <w:rPr>
          <w:b/>
          <w:sz w:val="20"/>
          <w:szCs w:val="20"/>
        </w:rPr>
      </w:pPr>
    </w:p>
    <w:p w14:paraId="63918B14" w14:textId="77030F47" w:rsidR="00B464D1" w:rsidRDefault="00B464D1" w:rsidP="005B33FC">
      <w:pPr>
        <w:rPr>
          <w:b/>
          <w:sz w:val="20"/>
          <w:szCs w:val="20"/>
        </w:rPr>
      </w:pPr>
    </w:p>
    <w:p w14:paraId="586D7D4E" w14:textId="0C26F2A1" w:rsidR="00B464D1" w:rsidRDefault="00B464D1" w:rsidP="005B33FC">
      <w:pPr>
        <w:rPr>
          <w:b/>
          <w:sz w:val="20"/>
          <w:szCs w:val="20"/>
        </w:rPr>
      </w:pPr>
    </w:p>
    <w:p w14:paraId="3E918F71" w14:textId="0F42127A" w:rsidR="005B33FC" w:rsidRPr="00093F52" w:rsidRDefault="005B33FC" w:rsidP="009954F4">
      <w:pPr>
        <w:pStyle w:val="Nagwek1"/>
      </w:pPr>
      <w:bookmarkStart w:id="6" w:name="_Toc210995362"/>
      <w:r>
        <w:lastRenderedPageBreak/>
        <w:t>ZAŁĄCZNIK NR 6 DO SWZ WZÓR UMOWY POWIERZENIA PRZETWARZANIA DANYCH OSOBOWYCH</w:t>
      </w:r>
      <w:bookmarkEnd w:id="6"/>
    </w:p>
    <w:p w14:paraId="1D0350FA" w14:textId="77777777" w:rsidR="005B33FC" w:rsidRDefault="005B33FC" w:rsidP="001318C9"/>
    <w:p w14:paraId="5EEAE299" w14:textId="3EAA84FE" w:rsidR="005B33FC" w:rsidRPr="005B33FC" w:rsidRDefault="005B33FC" w:rsidP="005B33FC">
      <w:pPr>
        <w:rPr>
          <w:b/>
          <w:sz w:val="20"/>
          <w:szCs w:val="20"/>
        </w:rPr>
      </w:pPr>
      <w:r w:rsidRPr="005B33FC">
        <w:rPr>
          <w:b/>
          <w:sz w:val="20"/>
          <w:szCs w:val="20"/>
        </w:rPr>
        <w:t xml:space="preserve">UWAGA: Wzór Umowy powierzenia przetwarzania Danych Osobowych umieszczono </w:t>
      </w:r>
      <w:r w:rsidR="00B94AF9">
        <w:rPr>
          <w:b/>
          <w:sz w:val="20"/>
          <w:szCs w:val="20"/>
        </w:rPr>
        <w:br/>
      </w:r>
      <w:r w:rsidRPr="005B33FC">
        <w:rPr>
          <w:b/>
          <w:sz w:val="20"/>
          <w:szCs w:val="20"/>
        </w:rPr>
        <w:t>w Systemie Zakupowym  w osobnym pliku.</w:t>
      </w:r>
    </w:p>
    <w:p w14:paraId="537EA156" w14:textId="4F32F5F9" w:rsidR="005B33FC" w:rsidRDefault="005B33FC" w:rsidP="001318C9"/>
    <w:p w14:paraId="71133A6E" w14:textId="56265CF5" w:rsidR="00B464D1" w:rsidRDefault="00B464D1" w:rsidP="001318C9"/>
    <w:p w14:paraId="18C915DF" w14:textId="50347366" w:rsidR="00B464D1" w:rsidRDefault="00B464D1" w:rsidP="001318C9"/>
    <w:p w14:paraId="073BED6B" w14:textId="6A43F129" w:rsidR="00B464D1" w:rsidRDefault="00B464D1" w:rsidP="001318C9"/>
    <w:p w14:paraId="4B87A176" w14:textId="4725D23C" w:rsidR="00B464D1" w:rsidRDefault="00B464D1" w:rsidP="001318C9"/>
    <w:p w14:paraId="10FF1760" w14:textId="290DF234" w:rsidR="00B464D1" w:rsidRDefault="00B464D1" w:rsidP="001318C9"/>
    <w:p w14:paraId="17117B2D" w14:textId="2BCCB129" w:rsidR="00B464D1" w:rsidRDefault="00B464D1" w:rsidP="001318C9"/>
    <w:p w14:paraId="66B542AA" w14:textId="7E14328E" w:rsidR="00B464D1" w:rsidRDefault="00B464D1" w:rsidP="001318C9"/>
    <w:p w14:paraId="67E46EDD" w14:textId="06451AB4" w:rsidR="00B464D1" w:rsidRDefault="00B464D1" w:rsidP="001318C9"/>
    <w:p w14:paraId="241E174D" w14:textId="065069F5" w:rsidR="00B464D1" w:rsidRDefault="00B464D1" w:rsidP="001318C9"/>
    <w:p w14:paraId="55FD7EC5" w14:textId="7ABF6CB6" w:rsidR="00B464D1" w:rsidRDefault="00B464D1" w:rsidP="001318C9"/>
    <w:p w14:paraId="1CBA8E76" w14:textId="69221FBA" w:rsidR="00B464D1" w:rsidRDefault="00B464D1" w:rsidP="001318C9"/>
    <w:p w14:paraId="5D282325" w14:textId="0ECA6EA1" w:rsidR="00B464D1" w:rsidRDefault="00B464D1" w:rsidP="001318C9"/>
    <w:p w14:paraId="0702CC5E" w14:textId="53BFDF51" w:rsidR="00B464D1" w:rsidRDefault="00B464D1" w:rsidP="001318C9"/>
    <w:p w14:paraId="02E716E6" w14:textId="198B416A" w:rsidR="00B464D1" w:rsidRDefault="00B464D1" w:rsidP="001318C9"/>
    <w:p w14:paraId="0E5947AB" w14:textId="446036CE" w:rsidR="00B464D1" w:rsidRDefault="00B464D1" w:rsidP="001318C9"/>
    <w:p w14:paraId="3A23601E" w14:textId="052FAD42" w:rsidR="00B464D1" w:rsidRDefault="00B464D1" w:rsidP="001318C9"/>
    <w:p w14:paraId="11167028" w14:textId="29DC1FA2" w:rsidR="00B464D1" w:rsidRDefault="00B464D1" w:rsidP="001318C9"/>
    <w:p w14:paraId="7CB64005" w14:textId="3A89668F" w:rsidR="00B464D1" w:rsidRDefault="00B464D1" w:rsidP="001318C9"/>
    <w:p w14:paraId="44304A19" w14:textId="6D6681BE" w:rsidR="00B464D1" w:rsidRDefault="00B464D1" w:rsidP="001318C9"/>
    <w:p w14:paraId="108C3D34" w14:textId="5511E76B" w:rsidR="00B464D1" w:rsidRDefault="00B464D1" w:rsidP="001318C9"/>
    <w:p w14:paraId="2AE7CB3D" w14:textId="53A763B2" w:rsidR="00B464D1" w:rsidRDefault="00B464D1" w:rsidP="001318C9"/>
    <w:p w14:paraId="57A8837F" w14:textId="1E8E2B49" w:rsidR="00B464D1" w:rsidRDefault="00B464D1" w:rsidP="001318C9"/>
    <w:p w14:paraId="4F1F604B" w14:textId="1F7AC76F" w:rsidR="00B464D1" w:rsidRDefault="00B464D1" w:rsidP="001318C9"/>
    <w:p w14:paraId="4441B927" w14:textId="177F7BDE" w:rsidR="00B464D1" w:rsidRDefault="00B464D1" w:rsidP="001318C9"/>
    <w:p w14:paraId="10BFBBF5" w14:textId="4AE5306B" w:rsidR="00B464D1" w:rsidRDefault="00B464D1" w:rsidP="001318C9"/>
    <w:p w14:paraId="557F5987" w14:textId="762A1F1A" w:rsidR="00B464D1" w:rsidRDefault="00B464D1" w:rsidP="001318C9"/>
    <w:p w14:paraId="48F83024" w14:textId="1600EFFC" w:rsidR="00B464D1" w:rsidRDefault="00B464D1" w:rsidP="001318C9"/>
    <w:p w14:paraId="3D035CE8" w14:textId="3F50EB7A" w:rsidR="00B464D1" w:rsidRDefault="00B464D1" w:rsidP="001318C9"/>
    <w:p w14:paraId="1E667AF1" w14:textId="3C9E32FA" w:rsidR="00B464D1" w:rsidRDefault="00B464D1" w:rsidP="001318C9"/>
    <w:p w14:paraId="1C167FD5" w14:textId="386AEF5F" w:rsidR="00B464D1" w:rsidRDefault="00B464D1" w:rsidP="001318C9"/>
    <w:p w14:paraId="796DD2DE" w14:textId="04018785" w:rsidR="00B464D1" w:rsidRDefault="00B464D1" w:rsidP="001318C9"/>
    <w:p w14:paraId="49B89F14" w14:textId="454EBF65" w:rsidR="00B464D1" w:rsidRDefault="00B464D1" w:rsidP="001318C9"/>
    <w:p w14:paraId="791167EB" w14:textId="2AF4D402" w:rsidR="00B464D1" w:rsidRDefault="00B464D1" w:rsidP="001318C9"/>
    <w:p w14:paraId="0D760A93" w14:textId="4D3365CD" w:rsidR="00B464D1" w:rsidRDefault="00B464D1" w:rsidP="001318C9"/>
    <w:p w14:paraId="47D53C1E" w14:textId="263EABD1" w:rsidR="00B464D1" w:rsidRDefault="00B464D1" w:rsidP="001318C9"/>
    <w:p w14:paraId="4D523748" w14:textId="1F29AE04" w:rsidR="00B464D1" w:rsidRDefault="00B464D1" w:rsidP="001318C9"/>
    <w:p w14:paraId="1D058A59" w14:textId="0E8F6092" w:rsidR="00B464D1" w:rsidRDefault="00B464D1" w:rsidP="001318C9"/>
    <w:p w14:paraId="70C523C8" w14:textId="235B64B5" w:rsidR="00B464D1" w:rsidRDefault="00B464D1" w:rsidP="001318C9"/>
    <w:p w14:paraId="64719D95" w14:textId="7A75FF6A" w:rsidR="005B33FC" w:rsidRPr="005B33FC" w:rsidRDefault="005B33FC" w:rsidP="009954F4">
      <w:pPr>
        <w:pStyle w:val="Nagwek1"/>
        <w:rPr>
          <w:u w:val="single"/>
        </w:rPr>
      </w:pPr>
      <w:bookmarkStart w:id="7" w:name="_Toc210995363"/>
      <w:r>
        <w:lastRenderedPageBreak/>
        <w:t>ZAŁĄCZNIK NR 7 DO SWZ</w:t>
      </w:r>
      <w:bookmarkStart w:id="8" w:name="_Toc123547851"/>
      <w:r w:rsidRPr="0092625B">
        <w:rPr>
          <w:rFonts w:cstheme="minorHAnsi"/>
          <w:sz w:val="20"/>
        </w:rPr>
        <w:t xml:space="preserve">– </w:t>
      </w:r>
      <w:r w:rsidRPr="005B33FC">
        <w:t>WYKAZ WYKONANYCH ZAMÓWIEŃ</w:t>
      </w:r>
      <w:bookmarkEnd w:id="7"/>
      <w:bookmarkEnd w:id="8"/>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7632D190"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color w:val="286AEE" w:themeColor="accent4" w:themeTint="99"/>
              <w:sz w:val="20"/>
            </w:rPr>
            <w:t>POST/DYS/OSK/LZA/00236/2026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0BC1D788" w14:textId="6C826419" w:rsidR="005B33FC" w:rsidRDefault="005B33FC" w:rsidP="001318C9"/>
    <w:p w14:paraId="34DEA37A" w14:textId="7AF4AB1A" w:rsidR="005B33FC" w:rsidRPr="00093F52" w:rsidRDefault="005B33FC" w:rsidP="009954F4">
      <w:pPr>
        <w:pStyle w:val="Nagwek1"/>
      </w:pPr>
      <w:bookmarkStart w:id="9" w:name="_Toc210995364"/>
      <w:r>
        <w:lastRenderedPageBreak/>
        <w:t xml:space="preserve">ZAŁĄCZNIK NR </w:t>
      </w:r>
      <w:r w:rsidRPr="005B33FC">
        <w:t>8 DO SWZ – WYKAZ OSÓB</w:t>
      </w:r>
      <w:bookmarkEnd w:id="9"/>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0D69B9AD"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color w:val="286AEE" w:themeColor="accent4" w:themeTint="99"/>
              <w:sz w:val="20"/>
            </w:rPr>
            <w:t>POST/DYS/OSK/LZA/00236/2026</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1B6C12F0" w14:textId="32855EA1" w:rsidR="000678D4" w:rsidRPr="00645D4B" w:rsidRDefault="008E3256" w:rsidP="00645D4B">
      <w:pPr>
        <w:ind w:left="5398" w:right="68" w:hanging="153"/>
        <w:jc w:val="center"/>
        <w:rPr>
          <w:rFonts w:cstheme="minorHAnsi"/>
          <w:i/>
          <w:sz w:val="16"/>
          <w:szCs w:val="16"/>
        </w:rPr>
      </w:pPr>
      <w:r w:rsidRPr="0092625B">
        <w:rPr>
          <w:rFonts w:cstheme="minorHAnsi"/>
          <w:i/>
          <w:sz w:val="16"/>
          <w:szCs w:val="16"/>
        </w:rPr>
        <w:t>oświadczeń woli w imieniu Wykonawcy</w:t>
      </w:r>
    </w:p>
    <w:p w14:paraId="37BBDB91" w14:textId="53A1C860" w:rsidR="005B33FC" w:rsidRDefault="005B33FC" w:rsidP="001318C9"/>
    <w:p w14:paraId="40E9EE90" w14:textId="05667D8B" w:rsidR="005B33FC" w:rsidRPr="00407FC0" w:rsidRDefault="005B33FC" w:rsidP="009954F4">
      <w:pPr>
        <w:pStyle w:val="Nagwek1"/>
      </w:pPr>
      <w:bookmarkStart w:id="10" w:name="_Toc210995365"/>
      <w:r w:rsidRPr="008E3256">
        <w:lastRenderedPageBreak/>
        <w:t>ZAŁĄCZNIK NR  9 DO SWZ – WYKAZ POTENCJAŁU TECHNICZNEGO</w:t>
      </w:r>
      <w:r w:rsidRPr="00407FC0">
        <w:t xml:space="preserve"> </w:t>
      </w:r>
      <w:r w:rsidR="00407FC0" w:rsidRPr="00407FC0">
        <w:rPr>
          <w:color w:val="FF0000"/>
        </w:rPr>
        <w:t>–</w:t>
      </w:r>
      <w:r w:rsidRPr="00407FC0">
        <w:rPr>
          <w:color w:val="FF0000"/>
        </w:rPr>
        <w:t xml:space="preserve"> </w:t>
      </w:r>
      <w:r w:rsidR="00407FC0" w:rsidRPr="00407FC0">
        <w:rPr>
          <w:color w:val="FF0000"/>
        </w:rPr>
        <w:t>nie dotyczy</w:t>
      </w:r>
      <w:bookmarkEnd w:id="10"/>
    </w:p>
    <w:p w14:paraId="79781A68" w14:textId="7677CB76" w:rsidR="005B33FC" w:rsidRPr="00407FC0" w:rsidRDefault="005B33FC" w:rsidP="001318C9">
      <w:pPr>
        <w:rPr>
          <w:strike/>
        </w:rPr>
      </w:pPr>
    </w:p>
    <w:p w14:paraId="27EE1C02" w14:textId="77777777" w:rsidR="000678D4" w:rsidRPr="00407FC0"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407FC0"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407FC0" w:rsidRDefault="000678D4" w:rsidP="0036294E">
            <w:pPr>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65C3D4AE" w14:textId="77777777" w:rsidR="000678D4" w:rsidRPr="00407FC0" w:rsidRDefault="000678D4" w:rsidP="0036294E">
            <w:pPr>
              <w:ind w:right="28"/>
              <w:rPr>
                <w:rFonts w:asciiTheme="minorHAnsi" w:hAnsiTheme="minorHAnsi" w:cstheme="minorHAnsi"/>
                <w:strike/>
              </w:rPr>
            </w:pPr>
          </w:p>
          <w:p w14:paraId="24C30E6D"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6A0D1EB2"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145F8E39" w14:textId="77777777" w:rsidR="000678D4" w:rsidRPr="00407FC0" w:rsidRDefault="000678D4" w:rsidP="0036294E">
            <w:pPr>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0F471D5E" w14:textId="77777777" w:rsidR="000678D4" w:rsidRPr="00407FC0" w:rsidRDefault="000678D4" w:rsidP="0036294E">
            <w:pPr>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3E5F10" w14:textId="77777777" w:rsidR="000678D4" w:rsidRPr="00407FC0" w:rsidRDefault="000678D4" w:rsidP="0036294E">
            <w:pPr>
              <w:spacing w:before="120" w:after="120"/>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1D1C055"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36CC365A"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534DDA62" w14:textId="77777777" w:rsidR="000678D4" w:rsidRPr="00407FC0" w:rsidRDefault="000678D4" w:rsidP="0036294E">
            <w:pPr>
              <w:spacing w:before="120" w:after="120"/>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14CB559A" w14:textId="77777777" w:rsidR="000678D4" w:rsidRPr="00407FC0" w:rsidRDefault="000678D4" w:rsidP="000678D4">
      <w:pPr>
        <w:spacing w:before="120" w:line="276" w:lineRule="auto"/>
        <w:ind w:left="284"/>
        <w:contextualSpacing/>
        <w:outlineLvl w:val="0"/>
        <w:rPr>
          <w:rFonts w:cstheme="minorHAnsi"/>
          <w:b/>
          <w:strike/>
          <w:sz w:val="20"/>
        </w:rPr>
      </w:pPr>
    </w:p>
    <w:p w14:paraId="579FB382" w14:textId="77777777" w:rsidR="000678D4" w:rsidRPr="00407FC0" w:rsidRDefault="000678D4" w:rsidP="000678D4">
      <w:pPr>
        <w:spacing w:before="120" w:line="276" w:lineRule="auto"/>
        <w:ind w:left="284"/>
        <w:contextualSpacing/>
        <w:outlineLvl w:val="0"/>
        <w:rPr>
          <w:rFonts w:cstheme="minorHAnsi"/>
          <w:b/>
          <w:strike/>
          <w:sz w:val="20"/>
        </w:rPr>
      </w:pPr>
    </w:p>
    <w:p w14:paraId="24B675C5" w14:textId="77777777" w:rsidR="000678D4" w:rsidRPr="00407FC0" w:rsidRDefault="000678D4" w:rsidP="000678D4">
      <w:pPr>
        <w:spacing w:before="120" w:line="276" w:lineRule="auto"/>
        <w:ind w:left="284"/>
        <w:contextualSpacing/>
        <w:outlineLvl w:val="0"/>
        <w:rPr>
          <w:rFonts w:cstheme="minorHAnsi"/>
          <w:b/>
          <w:strike/>
          <w:sz w:val="20"/>
        </w:rPr>
      </w:pPr>
    </w:p>
    <w:p w14:paraId="06D0BD7E" w14:textId="77777777" w:rsidR="000678D4" w:rsidRPr="00407FC0" w:rsidRDefault="000678D4" w:rsidP="000678D4">
      <w:pPr>
        <w:tabs>
          <w:tab w:val="left" w:pos="1628"/>
        </w:tabs>
        <w:jc w:val="center"/>
        <w:rPr>
          <w:rFonts w:cstheme="minorHAnsi"/>
          <w:b/>
          <w:strike/>
          <w:sz w:val="20"/>
        </w:rPr>
      </w:pPr>
      <w:r w:rsidRPr="00407FC0">
        <w:rPr>
          <w:rFonts w:cstheme="minorHAnsi"/>
          <w:b/>
          <w:strike/>
          <w:sz w:val="20"/>
        </w:rPr>
        <w:t>WYKAZ POTENCJAŁU TECHNICZNEGO</w:t>
      </w:r>
    </w:p>
    <w:p w14:paraId="110243B9" w14:textId="77777777" w:rsidR="000678D4" w:rsidRPr="00407FC0" w:rsidRDefault="000678D4" w:rsidP="000678D4">
      <w:pPr>
        <w:tabs>
          <w:tab w:val="left" w:pos="1628"/>
        </w:tabs>
        <w:jc w:val="center"/>
        <w:rPr>
          <w:rFonts w:cstheme="minorHAnsi"/>
          <w:strike/>
          <w:sz w:val="20"/>
        </w:rPr>
      </w:pPr>
    </w:p>
    <w:p w14:paraId="1EECC57C" w14:textId="5EB9B408" w:rsidR="000678D4" w:rsidRPr="00407FC0" w:rsidRDefault="000678D4" w:rsidP="000678D4">
      <w:pPr>
        <w:pStyle w:val="Tekstpodstawowy"/>
        <w:rPr>
          <w:rFonts w:asciiTheme="minorHAnsi" w:hAnsiTheme="minorHAnsi" w:cstheme="minorHAnsi"/>
          <w:b/>
          <w:strike/>
          <w:color w:val="062156" w:themeColor="text2" w:themeShade="BF"/>
          <w:szCs w:val="22"/>
        </w:rPr>
      </w:pPr>
      <w:r w:rsidRPr="00407FC0">
        <w:rPr>
          <w:rFonts w:asciiTheme="minorHAnsi" w:hAnsiTheme="minorHAnsi" w:cstheme="minorHAnsi"/>
          <w:strike/>
          <w:sz w:val="20"/>
          <w:lang w:eastAsia="pl-PL"/>
        </w:rPr>
        <w:t>Składając Ofertę w postępowaniu zakupowym nr</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strike/>
              <w:color w:val="286AEE" w:themeColor="accent4" w:themeTint="99"/>
              <w:sz w:val="20"/>
            </w:rPr>
            <w:t>POST/DYS/OSK/LZA/00236/2026</w:t>
          </w:r>
        </w:sdtContent>
      </w:sdt>
      <w:r w:rsidRPr="00407FC0">
        <w:rPr>
          <w:rFonts w:asciiTheme="minorHAnsi" w:hAnsiTheme="minorHAnsi" w:cstheme="minorHAnsi"/>
          <w:strike/>
          <w:sz w:val="20"/>
          <w:lang w:eastAsia="pl-PL"/>
        </w:rPr>
        <w:t xml:space="preserve"> prowadzonym w trybie przetargu nieograniczonego pn. </w:t>
      </w:r>
      <w:sdt>
        <w:sdtPr>
          <w:rPr>
            <w:rFonts w:asciiTheme="minorHAnsi" w:hAnsiTheme="minorHAnsi"/>
            <w:b/>
            <w:strike/>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strike/>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407FC0">
        <w:rPr>
          <w:rFonts w:asciiTheme="minorHAnsi" w:hAnsiTheme="minorHAnsi" w:cstheme="minorHAnsi"/>
          <w:b/>
          <w:strike/>
          <w:sz w:val="20"/>
          <w:lang w:eastAsia="pl-PL"/>
        </w:rPr>
        <w:t xml:space="preserve"> oświadczamy</w:t>
      </w:r>
      <w:r w:rsidRPr="00407FC0">
        <w:rPr>
          <w:rFonts w:asciiTheme="minorHAnsi" w:hAnsiTheme="minorHAnsi" w:cstheme="minorHAnsi"/>
          <w:strike/>
          <w:sz w:val="20"/>
          <w:lang w:eastAsia="pl-PL"/>
        </w:rPr>
        <w:t xml:space="preserve">, </w:t>
      </w:r>
      <w:r w:rsidRPr="00407FC0">
        <w:rPr>
          <w:rFonts w:asciiTheme="minorHAnsi" w:hAnsiTheme="minorHAnsi" w:cstheme="minorHAnsi"/>
          <w:bCs/>
          <w:strike/>
          <w:sz w:val="20"/>
          <w:lang w:eastAsia="pl-PL"/>
        </w:rPr>
        <w:t>że</w:t>
      </w:r>
      <w:r w:rsidRPr="00407FC0">
        <w:rPr>
          <w:rFonts w:asciiTheme="minorHAnsi" w:hAnsiTheme="minorHAnsi" w:cstheme="minorHAnsi"/>
          <w:strike/>
          <w:sz w:val="20"/>
          <w:lang w:eastAsia="pl-PL"/>
        </w:rPr>
        <w:t xml:space="preserve"> dysponujemy specjalistycznym sprzętem </w:t>
      </w:r>
      <w:r w:rsidRPr="00E42525">
        <w:rPr>
          <w:rFonts w:asciiTheme="minorHAnsi" w:hAnsiTheme="minorHAnsi" w:cstheme="minorHAnsi"/>
          <w:strike/>
          <w:sz w:val="20"/>
          <w:lang w:eastAsia="pl-PL"/>
        </w:rPr>
        <w:t>[lub] aparaturą</w:t>
      </w:r>
      <w:r w:rsidRPr="00407FC0">
        <w:rPr>
          <w:rFonts w:asciiTheme="minorHAnsi" w:hAnsiTheme="minorHAnsi" w:cstheme="minorHAnsi"/>
          <w:strike/>
          <w:sz w:val="20"/>
          <w:lang w:eastAsia="pl-PL"/>
        </w:rPr>
        <w:t xml:space="preserve"> do realizacji czynności objętych przedmiotem zamówienia, jak niżej:</w:t>
      </w:r>
    </w:p>
    <w:p w14:paraId="7C60DF24" w14:textId="77777777" w:rsidR="000678D4" w:rsidRPr="00407FC0" w:rsidRDefault="000678D4" w:rsidP="000678D4">
      <w:pPr>
        <w:widowControl w:val="0"/>
        <w:snapToGrid w:val="0"/>
        <w:ind w:right="170"/>
        <w:rPr>
          <w:rFonts w:cstheme="minorHAnsi"/>
          <w:strike/>
          <w:sz w:val="20"/>
          <w:lang w:eastAsia="pl-PL"/>
        </w:rPr>
      </w:pPr>
    </w:p>
    <w:p w14:paraId="36124AF6" w14:textId="77777777" w:rsidR="000678D4" w:rsidRPr="00407FC0" w:rsidRDefault="000678D4" w:rsidP="000678D4">
      <w:pPr>
        <w:spacing w:after="120"/>
        <w:rPr>
          <w:rFonts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407FC0"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407FC0" w:rsidRDefault="000678D4" w:rsidP="0036294E">
            <w:pPr>
              <w:widowControl w:val="0"/>
              <w:tabs>
                <w:tab w:val="left" w:pos="415"/>
              </w:tabs>
              <w:snapToGrid w:val="0"/>
              <w:jc w:val="center"/>
              <w:rPr>
                <w:rFonts w:cstheme="minorHAnsi"/>
                <w:b/>
                <w:strike/>
                <w:sz w:val="20"/>
                <w:lang w:eastAsia="pl-PL"/>
              </w:rPr>
            </w:pPr>
            <w:r w:rsidRPr="00407FC0">
              <w:rPr>
                <w:rFonts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407FC0" w:rsidRDefault="000678D4" w:rsidP="0036294E">
            <w:pPr>
              <w:widowControl w:val="0"/>
              <w:snapToGrid w:val="0"/>
              <w:ind w:left="-51" w:right="85"/>
              <w:jc w:val="center"/>
              <w:rPr>
                <w:rFonts w:cstheme="minorHAnsi"/>
                <w:b/>
                <w:bCs/>
                <w:strike/>
                <w:sz w:val="20"/>
                <w:lang w:eastAsia="pl-PL"/>
              </w:rPr>
            </w:pPr>
            <w:r w:rsidRPr="00407FC0">
              <w:rPr>
                <w:rFonts w:cstheme="minorHAnsi"/>
                <w:b/>
                <w:strike/>
                <w:sz w:val="20"/>
                <w:lang w:eastAsia="pl-PL"/>
              </w:rPr>
              <w:t>Wykaz</w:t>
            </w:r>
            <w:r w:rsidRPr="00407FC0">
              <w:rPr>
                <w:rFonts w:cstheme="minorHAnsi"/>
                <w:b/>
                <w:bCs/>
                <w:strike/>
                <w:sz w:val="20"/>
                <w:lang w:eastAsia="pl-PL"/>
              </w:rPr>
              <w:t xml:space="preserve"> narzędzi / sprzętu / aparatury / wyposażenia zakładu / urządzeń technicznych  </w:t>
            </w:r>
          </w:p>
          <w:p w14:paraId="3B19A852" w14:textId="77777777" w:rsidR="000678D4" w:rsidRPr="00407FC0" w:rsidRDefault="000678D4" w:rsidP="0036294E">
            <w:pPr>
              <w:widowControl w:val="0"/>
              <w:snapToGrid w:val="0"/>
              <w:ind w:left="-51" w:right="85"/>
              <w:jc w:val="center"/>
              <w:rPr>
                <w:rFonts w:cstheme="minorHAnsi"/>
                <w:b/>
                <w:strike/>
                <w:sz w:val="20"/>
                <w:lang w:eastAsia="pl-PL"/>
              </w:rPr>
            </w:pPr>
            <w:r w:rsidRPr="00407FC0">
              <w:rPr>
                <w:rFonts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407FC0" w:rsidRDefault="000678D4" w:rsidP="0036294E">
            <w:pPr>
              <w:widowControl w:val="0"/>
              <w:snapToGrid w:val="0"/>
              <w:jc w:val="center"/>
              <w:rPr>
                <w:rFonts w:cstheme="minorHAnsi"/>
                <w:b/>
                <w:strike/>
                <w:sz w:val="20"/>
                <w:lang w:eastAsia="pl-PL"/>
              </w:rPr>
            </w:pPr>
            <w:r w:rsidRPr="00407FC0">
              <w:rPr>
                <w:rFonts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407FC0" w:rsidRDefault="000678D4" w:rsidP="0036294E">
            <w:pPr>
              <w:widowControl w:val="0"/>
              <w:snapToGrid w:val="0"/>
              <w:jc w:val="center"/>
              <w:rPr>
                <w:rFonts w:cstheme="minorHAnsi"/>
                <w:b/>
                <w:strike/>
                <w:sz w:val="20"/>
                <w:lang w:eastAsia="pl-PL"/>
              </w:rPr>
            </w:pPr>
            <w:r w:rsidRPr="00E42525">
              <w:rPr>
                <w:rFonts w:cstheme="minorHAnsi"/>
                <w:b/>
                <w:strike/>
                <w:sz w:val="20"/>
                <w:lang w:eastAsia="pl-PL"/>
              </w:rPr>
              <w:t xml:space="preserve">…. </w:t>
            </w:r>
            <w:r w:rsidRPr="00E42525">
              <w:rPr>
                <w:rFonts w:cstheme="minorHAnsi"/>
                <w:strike/>
                <w:sz w:val="20"/>
                <w:lang w:eastAsia="pl-PL"/>
              </w:rPr>
              <w:t>[wskazać inne, jeśli dotyczy]</w:t>
            </w:r>
          </w:p>
        </w:tc>
      </w:tr>
      <w:tr w:rsidR="000678D4" w:rsidRPr="00407FC0"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407FC0" w:rsidRDefault="000678D4" w:rsidP="0036294E">
            <w:pPr>
              <w:widowControl w:val="0"/>
              <w:snapToGrid w:val="0"/>
              <w:spacing w:line="300" w:lineRule="auto"/>
              <w:ind w:right="170"/>
              <w:rPr>
                <w:rFonts w:cstheme="minorHAnsi"/>
                <w:b/>
                <w:strike/>
                <w:sz w:val="20"/>
                <w:lang w:eastAsia="pl-PL"/>
              </w:rPr>
            </w:pPr>
          </w:p>
        </w:tc>
      </w:tr>
    </w:tbl>
    <w:p w14:paraId="307C4913" w14:textId="77777777" w:rsidR="000678D4" w:rsidRPr="00407FC0" w:rsidRDefault="000678D4" w:rsidP="000678D4">
      <w:pPr>
        <w:rPr>
          <w:rFonts w:cstheme="minorHAnsi"/>
          <w:strike/>
          <w:sz w:val="20"/>
        </w:rPr>
      </w:pPr>
    </w:p>
    <w:p w14:paraId="2B0C3977" w14:textId="77777777" w:rsidR="000678D4" w:rsidRPr="00407FC0" w:rsidRDefault="000678D4" w:rsidP="000678D4">
      <w:pPr>
        <w:rPr>
          <w:rFonts w:cstheme="minorHAnsi"/>
          <w:strike/>
          <w:sz w:val="20"/>
        </w:rPr>
      </w:pPr>
    </w:p>
    <w:p w14:paraId="0F0562B9" w14:textId="77777777" w:rsidR="000678D4" w:rsidRPr="00407FC0" w:rsidRDefault="000678D4" w:rsidP="000678D4">
      <w:pPr>
        <w:rPr>
          <w:rFonts w:cstheme="minorHAnsi"/>
          <w:strike/>
          <w:sz w:val="20"/>
        </w:rPr>
      </w:pPr>
    </w:p>
    <w:p w14:paraId="5CA91A8A" w14:textId="77777777" w:rsidR="000678D4" w:rsidRPr="00407FC0" w:rsidRDefault="000678D4" w:rsidP="000678D4">
      <w:pPr>
        <w:spacing w:line="240" w:lineRule="exact"/>
        <w:ind w:left="4690" w:right="-993" w:firstLine="708"/>
        <w:rPr>
          <w:rFonts w:cstheme="minorHAnsi"/>
          <w:strike/>
          <w:sz w:val="16"/>
          <w:szCs w:val="16"/>
        </w:rPr>
      </w:pPr>
      <w:r w:rsidRPr="00407FC0">
        <w:rPr>
          <w:rFonts w:cstheme="minorHAnsi"/>
          <w:strike/>
          <w:sz w:val="16"/>
          <w:szCs w:val="16"/>
        </w:rPr>
        <w:t>...................................................................................</w:t>
      </w:r>
    </w:p>
    <w:p w14:paraId="5E6BF6F9" w14:textId="77777777"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Data i podpisy osób uprawnionych do składania</w:t>
      </w:r>
    </w:p>
    <w:p w14:paraId="716BABD5" w14:textId="418C1D1B" w:rsidR="000678D4" w:rsidRPr="00645D4B" w:rsidRDefault="000678D4" w:rsidP="00645D4B">
      <w:pPr>
        <w:ind w:left="5398" w:right="68" w:hanging="153"/>
        <w:jc w:val="center"/>
        <w:rPr>
          <w:rFonts w:cstheme="minorHAnsi"/>
          <w:i/>
          <w:strike/>
          <w:sz w:val="16"/>
          <w:szCs w:val="16"/>
        </w:rPr>
      </w:pPr>
      <w:r w:rsidRPr="00407FC0">
        <w:rPr>
          <w:rFonts w:cstheme="minorHAnsi"/>
          <w:i/>
          <w:strike/>
          <w:sz w:val="16"/>
          <w:szCs w:val="16"/>
        </w:rPr>
        <w:t>oświadczeń woli w imieniu Wykonawcy</w:t>
      </w:r>
    </w:p>
    <w:p w14:paraId="6CC56A3F" w14:textId="3F28D94A" w:rsidR="005B33FC" w:rsidRDefault="005B33FC" w:rsidP="001318C9"/>
    <w:p w14:paraId="6DF9828D" w14:textId="1101CF28" w:rsidR="005B33FC" w:rsidRPr="00093F52" w:rsidRDefault="005B33FC" w:rsidP="009954F4">
      <w:pPr>
        <w:pStyle w:val="Nagwek1"/>
      </w:pPr>
      <w:bookmarkStart w:id="11" w:name="_Toc210995366"/>
      <w:r>
        <w:lastRenderedPageBreak/>
        <w:t xml:space="preserve">ZAŁĄCZNIK NR </w:t>
      </w:r>
      <w:r w:rsidRPr="005B33FC">
        <w:t>10 DO SWZ – ZOBOWIĄZANIE PODMIOTU DO UDOSTEPNIENIA ZASOBÓW</w:t>
      </w:r>
      <w:bookmarkEnd w:id="11"/>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08D5EAF8"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cstheme="minorHAnsi"/>
              <w:b/>
              <w:color w:val="286AEE" w:themeColor="accent4" w:themeTint="99"/>
              <w:sz w:val="20"/>
            </w:rPr>
            <w:t>POST/DYS/OSK/LZA/00236/2026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645D4B">
            <w:rPr>
              <w:b/>
              <w:color w:val="286AEE" w:themeColor="accent4" w:themeTint="99"/>
              <w:sz w:val="20"/>
              <w:szCs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51E1134D" w14:textId="3E2D9D90" w:rsidR="00C9329B" w:rsidRDefault="00C9329B" w:rsidP="000678D4">
      <w:pPr>
        <w:rPr>
          <w:rFonts w:cstheme="minorHAnsi"/>
        </w:rPr>
      </w:pPr>
    </w:p>
    <w:p w14:paraId="7D902986" w14:textId="77777777" w:rsidR="00645D4B" w:rsidRDefault="00645D4B"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7473B1F3" w14:textId="1D233B6B" w:rsidR="005B33FC" w:rsidRPr="00407FC0" w:rsidRDefault="005B33FC" w:rsidP="009954F4">
      <w:pPr>
        <w:pStyle w:val="Nagwek1"/>
      </w:pPr>
      <w:bookmarkStart w:id="12" w:name="_Toc210995367"/>
      <w:r w:rsidRPr="008E3256">
        <w:lastRenderedPageBreak/>
        <w:t>ZAŁĄCZNIK NR 11 DO SWZ – OŚWIADCZENIE O ZACHOWANIU POUFNOŚCI</w:t>
      </w:r>
      <w:r w:rsidRPr="00407FC0">
        <w:t xml:space="preserve">  - </w:t>
      </w:r>
      <w:r w:rsidR="00407FC0" w:rsidRPr="00407FC0">
        <w:rPr>
          <w:color w:val="FF0000"/>
        </w:rPr>
        <w:t>nie dotyczy</w:t>
      </w:r>
      <w:bookmarkEnd w:id="12"/>
    </w:p>
    <w:p w14:paraId="4EEF0F3A" w14:textId="5F24B688" w:rsidR="005B33FC" w:rsidRPr="00407FC0" w:rsidRDefault="005B33FC" w:rsidP="00407FC0">
      <w:pPr>
        <w:spacing w:line="360" w:lineRule="auto"/>
        <w:rPr>
          <w:strike/>
        </w:rPr>
      </w:pPr>
    </w:p>
    <w:p w14:paraId="53067747" w14:textId="77777777" w:rsidR="00C9329B" w:rsidRPr="00407FC0" w:rsidRDefault="00C9329B" w:rsidP="00407FC0">
      <w:pPr>
        <w:tabs>
          <w:tab w:val="left" w:pos="2100"/>
        </w:tabs>
        <w:spacing w:line="360" w:lineRule="auto"/>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407FC0"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407FC0" w:rsidRDefault="00C9329B" w:rsidP="00407FC0">
            <w:pPr>
              <w:spacing w:line="360" w:lineRule="auto"/>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2E357002" w14:textId="77777777" w:rsidR="00C9329B" w:rsidRPr="00407FC0" w:rsidRDefault="00C9329B" w:rsidP="00407FC0">
            <w:pPr>
              <w:spacing w:line="360" w:lineRule="auto"/>
              <w:ind w:right="28"/>
              <w:rPr>
                <w:rFonts w:asciiTheme="minorHAnsi" w:hAnsiTheme="minorHAnsi" w:cstheme="minorHAnsi"/>
                <w:strike/>
              </w:rPr>
            </w:pPr>
          </w:p>
          <w:p w14:paraId="5316C5A2"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2BA8A794"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00319670" w14:textId="77777777" w:rsidR="00C9329B" w:rsidRPr="00407FC0" w:rsidRDefault="00C9329B" w:rsidP="00407FC0">
            <w:pPr>
              <w:spacing w:line="360" w:lineRule="auto"/>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4C5A12C4" w14:textId="77777777" w:rsidR="00C9329B" w:rsidRPr="00407FC0" w:rsidRDefault="00C9329B" w:rsidP="00407FC0">
            <w:pPr>
              <w:spacing w:line="360" w:lineRule="auto"/>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8EB4CF" w14:textId="77777777" w:rsidR="00C9329B" w:rsidRPr="00407FC0" w:rsidRDefault="00C9329B" w:rsidP="00407FC0">
            <w:pPr>
              <w:spacing w:before="120" w:after="120" w:line="360" w:lineRule="auto"/>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BBB273E"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75DD3848"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42C51C4A" w14:textId="77777777" w:rsidR="00C9329B" w:rsidRPr="00407FC0" w:rsidRDefault="00C9329B" w:rsidP="00407FC0">
            <w:pPr>
              <w:spacing w:before="120" w:after="120" w:line="360" w:lineRule="auto"/>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575CB1B4" w14:textId="77777777" w:rsidR="00C9329B" w:rsidRPr="00407FC0" w:rsidRDefault="00C9329B" w:rsidP="00407FC0">
      <w:pPr>
        <w:spacing w:line="360" w:lineRule="auto"/>
        <w:rPr>
          <w:rFonts w:eastAsia="Calibri" w:cstheme="minorHAnsi"/>
          <w:strike/>
          <w:sz w:val="20"/>
          <w:lang w:eastAsia="pl-PL"/>
        </w:rPr>
      </w:pPr>
    </w:p>
    <w:p w14:paraId="1BD653F0" w14:textId="49BEDC47" w:rsidR="00F45A00" w:rsidRPr="00407FC0" w:rsidRDefault="00F45A00" w:rsidP="00407FC0">
      <w:pPr>
        <w:pStyle w:val="Tekstpodstawowy"/>
        <w:spacing w:line="360" w:lineRule="auto"/>
        <w:jc w:val="center"/>
        <w:rPr>
          <w:rFonts w:asciiTheme="minorHAnsi" w:eastAsia="Calibri" w:hAnsiTheme="minorHAnsi" w:cstheme="minorHAnsi"/>
          <w:b/>
          <w:strike/>
          <w:sz w:val="20"/>
          <w:lang w:eastAsia="pl-PL"/>
        </w:rPr>
      </w:pPr>
      <w:r w:rsidRPr="00407FC0">
        <w:rPr>
          <w:rFonts w:asciiTheme="minorHAnsi" w:eastAsia="Calibri" w:hAnsiTheme="minorHAnsi" w:cstheme="minorHAnsi"/>
          <w:b/>
          <w:strike/>
          <w:sz w:val="20"/>
          <w:lang w:eastAsia="pl-PL"/>
        </w:rPr>
        <w:t>OŚWIADCZENIE O ZACHOWANIU POUFNOŚCI</w:t>
      </w:r>
    </w:p>
    <w:p w14:paraId="2605DC9C" w14:textId="53EC7953" w:rsidR="00C9329B" w:rsidRPr="00407FC0" w:rsidRDefault="00C9329B" w:rsidP="00407FC0">
      <w:pPr>
        <w:pStyle w:val="Tekstpodstawowy"/>
        <w:spacing w:line="360" w:lineRule="auto"/>
        <w:rPr>
          <w:rFonts w:asciiTheme="minorHAnsi" w:hAnsiTheme="minorHAnsi" w:cstheme="minorHAnsi"/>
          <w:b/>
          <w:strike/>
          <w:color w:val="062156" w:themeColor="text2" w:themeShade="BF"/>
          <w:szCs w:val="22"/>
        </w:rPr>
      </w:pPr>
      <w:r w:rsidRPr="00407FC0">
        <w:rPr>
          <w:rFonts w:asciiTheme="minorHAnsi" w:eastAsia="Calibri" w:hAnsiTheme="minorHAnsi" w:cstheme="minorHAnsi"/>
          <w:strike/>
          <w:sz w:val="20"/>
          <w:lang w:eastAsia="pl-PL"/>
        </w:rPr>
        <w:t xml:space="preserve">Dotyczy postępowania zakupowego nr </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559759636"/>
          <w:placeholder>
            <w:docPart w:val="D2E933BBDF974FE8BA83B8B6AD3A5988"/>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strike/>
              <w:color w:val="286AEE" w:themeColor="accent4" w:themeTint="99"/>
              <w:sz w:val="20"/>
            </w:rPr>
            <w:t>POST/DYS/OSK/LZA/00236/2026</w:t>
          </w:r>
        </w:sdtContent>
      </w:sdt>
      <w:r w:rsidRPr="00407FC0">
        <w:rPr>
          <w:rFonts w:asciiTheme="minorHAnsi" w:eastAsia="Calibri" w:hAnsiTheme="minorHAnsi" w:cstheme="minorHAnsi"/>
          <w:strike/>
          <w:sz w:val="20"/>
          <w:lang w:eastAsia="pl-PL"/>
        </w:rPr>
        <w:t xml:space="preserve">prowadzonego </w:t>
      </w:r>
      <w:r w:rsidR="00B94AF9">
        <w:rPr>
          <w:rFonts w:asciiTheme="minorHAnsi" w:eastAsia="Calibri" w:hAnsiTheme="minorHAnsi" w:cstheme="minorHAnsi"/>
          <w:strike/>
          <w:sz w:val="20"/>
          <w:lang w:eastAsia="pl-PL"/>
        </w:rPr>
        <w:br/>
      </w:r>
      <w:r w:rsidRPr="00407FC0">
        <w:rPr>
          <w:rFonts w:asciiTheme="minorHAnsi" w:eastAsia="Calibri" w:hAnsiTheme="minorHAnsi" w:cstheme="minorHAnsi"/>
          <w:strike/>
          <w:sz w:val="20"/>
          <w:lang w:eastAsia="pl-PL"/>
        </w:rPr>
        <w:t xml:space="preserve">w trybie przetargu nieograniczonego pn.  </w:t>
      </w:r>
      <w:sdt>
        <w:sdtPr>
          <w:rPr>
            <w:rFonts w:asciiTheme="minorHAnsi" w:hAnsiTheme="minorHAnsi"/>
            <w:b/>
            <w:strike/>
            <w:color w:val="286AEE" w:themeColor="accent4" w:themeTint="99"/>
            <w:sz w:val="20"/>
          </w:rPr>
          <w:alias w:val="Tytuł"/>
          <w:tag w:val=""/>
          <w:id w:val="-1902892372"/>
          <w:placeholder>
            <w:docPart w:val="17628070F02B469A8FE991DD0FFD943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strike/>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p>
    <w:p w14:paraId="25AEB24D" w14:textId="3D6776C0" w:rsidR="00F45A00" w:rsidRPr="00407FC0" w:rsidRDefault="00F45A00" w:rsidP="00407FC0">
      <w:pPr>
        <w:autoSpaceDE w:val="0"/>
        <w:autoSpaceDN w:val="0"/>
        <w:adjustRightInd w:val="0"/>
        <w:spacing w:before="120" w:after="120" w:line="360" w:lineRule="auto"/>
        <w:jc w:val="both"/>
        <w:rPr>
          <w:rFonts w:eastAsia="Calibri" w:cstheme="minorHAnsi"/>
          <w:strike/>
          <w:sz w:val="20"/>
        </w:rPr>
      </w:pPr>
      <w:r w:rsidRPr="00407FC0">
        <w:rPr>
          <w:rFonts w:eastAsia="Calibri" w:cstheme="minorHAnsi"/>
          <w:b/>
          <w:strike/>
          <w:sz w:val="20"/>
        </w:rPr>
        <w:t>Mając na uwadze potrzebę zapewnienia ochrony i bezpieczeństwa informacji przekazywanych przez Zamawiającego, oświadczamy niniejszym, iż zobowiązujemy się do zachowania w poufności informacji poufnych uzyskanych od Zamawiającego w trakcie prowadzonego postępowania</w:t>
      </w:r>
      <w:r w:rsidRPr="00407FC0">
        <w:rPr>
          <w:rFonts w:eastAsia="Calibri" w:cstheme="minorHAnsi"/>
          <w:strike/>
          <w:sz w:val="20"/>
        </w:rPr>
        <w:t>, zarówno w formie pisemnej, dokumentowej, elektronicznej jak i ustnej, a w szczególności do:</w:t>
      </w:r>
    </w:p>
    <w:p w14:paraId="6B3524E3" w14:textId="5B59F8E8"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0D4FD64"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Zapewnienia wyżej wymienionym informacjom ochrony przed nieuprawnionym ujawnieniem, upublicznieniem, udostępnieniem lub utratą;  </w:t>
      </w:r>
    </w:p>
    <w:p w14:paraId="3609D8F2"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32D479E2" w14:textId="77777777" w:rsidR="00C9329B" w:rsidRPr="00407FC0" w:rsidRDefault="00C9329B" w:rsidP="009B7850">
      <w:pPr>
        <w:numPr>
          <w:ilvl w:val="1"/>
          <w:numId w:val="46"/>
        </w:numPr>
        <w:autoSpaceDE w:val="0"/>
        <w:autoSpaceDN w:val="0"/>
        <w:adjustRightInd w:val="0"/>
        <w:spacing w:before="120" w:after="120" w:line="360" w:lineRule="auto"/>
        <w:contextualSpacing/>
        <w:jc w:val="both"/>
        <w:rPr>
          <w:rFonts w:eastAsia="Calibri" w:cstheme="minorHAnsi"/>
          <w:strike/>
          <w:sz w:val="20"/>
        </w:rPr>
      </w:pPr>
      <w:r w:rsidRPr="00407FC0">
        <w:rPr>
          <w:rFonts w:eastAsia="Calibri" w:cstheme="minorHAnsi"/>
          <w:strike/>
          <w:sz w:val="20"/>
        </w:rPr>
        <w:t xml:space="preserve">Zapłacenia na rzecz PGE Dystrybucja S.A. kary umownej w wysokości </w:t>
      </w:r>
      <w:r w:rsidRPr="00407FC0">
        <w:rPr>
          <w:rFonts w:eastAsia="Calibri" w:cstheme="minorHAnsi"/>
          <w:strike/>
          <w:color w:val="FF0000"/>
          <w:sz w:val="20"/>
          <w:shd w:val="clear" w:color="auto" w:fill="D9D9D9" w:themeFill="background1" w:themeFillShade="D9"/>
        </w:rPr>
        <w:t xml:space="preserve">określonej w projekcie umowy  stanowiącej załącznik nr 5 do SWZ lub </w:t>
      </w:r>
      <w:r w:rsidRPr="00407FC0">
        <w:rPr>
          <w:rFonts w:eastAsia="Calibri" w:cstheme="minorHAnsi"/>
          <w:strike/>
          <w:sz w:val="20"/>
          <w:shd w:val="clear" w:color="auto" w:fill="D9D9D9" w:themeFill="background1" w:themeFillShade="D9"/>
        </w:rPr>
        <w:t>……………… zł</w:t>
      </w:r>
      <w:r w:rsidRPr="00407FC0">
        <w:rPr>
          <w:rFonts w:eastAsia="Calibri" w:cstheme="minorHAnsi"/>
          <w:strike/>
          <w:sz w:val="20"/>
          <w:shd w:val="clear" w:color="auto" w:fill="D9D9D9" w:themeFill="background1" w:themeFillShade="D9"/>
        </w:rPr>
        <w:br/>
        <w:t>(słownie: ………….)</w:t>
      </w:r>
      <w:r w:rsidRPr="00407FC0">
        <w:rPr>
          <w:rFonts w:eastAsia="Calibr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1C548EE6" w14:textId="77777777" w:rsidR="00C9329B" w:rsidRPr="00407FC0" w:rsidRDefault="00C9329B" w:rsidP="00407FC0">
      <w:pPr>
        <w:autoSpaceDE w:val="0"/>
        <w:autoSpaceDN w:val="0"/>
        <w:adjustRightInd w:val="0"/>
        <w:spacing w:before="120" w:after="120" w:line="360" w:lineRule="auto"/>
        <w:ind w:left="360"/>
        <w:contextualSpacing/>
        <w:rPr>
          <w:rFonts w:eastAsia="Calibri" w:cstheme="minorHAnsi"/>
          <w:strike/>
          <w:sz w:val="20"/>
        </w:rPr>
      </w:pPr>
      <w:r w:rsidRPr="00407FC0">
        <w:rPr>
          <w:rFonts w:eastAsia="Calibri" w:cstheme="minorHAnsi"/>
          <w:strike/>
          <w:sz w:val="20"/>
        </w:rPr>
        <w:lastRenderedPageBreak/>
        <w:t xml:space="preserve"> </w:t>
      </w:r>
    </w:p>
    <w:p w14:paraId="72FABF14"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Zobowiązujemy się dochować powyższych wymogów zarówno w trakcie prowadzenia postępowania, jak i po jego zakończeniu.</w:t>
      </w:r>
    </w:p>
    <w:p w14:paraId="188164F1"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407FC0">
        <w:rPr>
          <w:rFonts w:eastAsia="Calibri" w:cstheme="minorHAnsi"/>
          <w:strike/>
          <w:sz w:val="20"/>
        </w:rPr>
        <w:t>t.j</w:t>
      </w:r>
      <w:proofErr w:type="spellEnd"/>
      <w:r w:rsidRPr="00407FC0">
        <w:rPr>
          <w:rFonts w:eastAsia="Calibri" w:cstheme="minorHAnsi"/>
          <w:strike/>
          <w:sz w:val="20"/>
        </w:rPr>
        <w:t>. Dz. U. 2020, poz. 1913 ze zm.).</w:t>
      </w:r>
    </w:p>
    <w:p w14:paraId="370A4300" w14:textId="77777777" w:rsidR="00C9329B" w:rsidRPr="00407FC0" w:rsidRDefault="00C9329B" w:rsidP="00407FC0">
      <w:pPr>
        <w:spacing w:line="360" w:lineRule="auto"/>
        <w:ind w:firstLine="426"/>
        <w:rPr>
          <w:rFonts w:eastAsia="Calibri" w:cstheme="minorHAnsi"/>
          <w:b/>
          <w:strike/>
          <w:sz w:val="20"/>
        </w:rPr>
      </w:pPr>
    </w:p>
    <w:tbl>
      <w:tblPr>
        <w:tblW w:w="4922" w:type="dxa"/>
        <w:tblInd w:w="4593" w:type="dxa"/>
        <w:tblLook w:val="01E0" w:firstRow="1" w:lastRow="1" w:firstColumn="1" w:lastColumn="1" w:noHBand="0" w:noVBand="0"/>
      </w:tblPr>
      <w:tblGrid>
        <w:gridCol w:w="4922"/>
      </w:tblGrid>
      <w:tr w:rsidR="00C9329B" w:rsidRPr="00407FC0" w14:paraId="1B603EA3" w14:textId="77777777" w:rsidTr="0036294E">
        <w:trPr>
          <w:trHeight w:val="284"/>
        </w:trPr>
        <w:tc>
          <w:tcPr>
            <w:tcW w:w="4922" w:type="dxa"/>
            <w:hideMark/>
          </w:tcPr>
          <w:p w14:paraId="1FB91B7D" w14:textId="77777777" w:rsidR="00C9329B" w:rsidRPr="00407FC0" w:rsidRDefault="00C9329B" w:rsidP="00407FC0">
            <w:pPr>
              <w:tabs>
                <w:tab w:val="left" w:pos="-360"/>
              </w:tabs>
              <w:spacing w:line="360" w:lineRule="auto"/>
              <w:jc w:val="center"/>
              <w:rPr>
                <w:rFonts w:cstheme="minorHAnsi"/>
                <w:strike/>
                <w:sz w:val="20"/>
                <w:lang w:eastAsia="pl-PL"/>
              </w:rPr>
            </w:pPr>
            <w:r w:rsidRPr="00407FC0">
              <w:rPr>
                <w:rFonts w:cstheme="minorHAnsi"/>
                <w:strike/>
                <w:sz w:val="20"/>
                <w:lang w:eastAsia="pl-PL"/>
              </w:rPr>
              <w:t>…………………..……………................................</w:t>
            </w:r>
          </w:p>
        </w:tc>
      </w:tr>
      <w:tr w:rsidR="00C9329B" w:rsidRPr="00407FC0" w14:paraId="567BEB0F" w14:textId="77777777" w:rsidTr="0036294E">
        <w:trPr>
          <w:trHeight w:val="284"/>
        </w:trPr>
        <w:tc>
          <w:tcPr>
            <w:tcW w:w="4922" w:type="dxa"/>
            <w:hideMark/>
          </w:tcPr>
          <w:p w14:paraId="564FBDD8" w14:textId="77777777" w:rsidR="00C9329B" w:rsidRPr="00407FC0" w:rsidRDefault="00C9329B" w:rsidP="00407FC0">
            <w:pPr>
              <w:tabs>
                <w:tab w:val="left" w:pos="-360"/>
              </w:tabs>
              <w:spacing w:line="360" w:lineRule="auto"/>
              <w:jc w:val="center"/>
              <w:rPr>
                <w:rFonts w:cstheme="minorHAnsi"/>
                <w:i/>
                <w:strike/>
                <w:sz w:val="16"/>
                <w:szCs w:val="16"/>
                <w:lang w:eastAsia="pl-PL"/>
              </w:rPr>
            </w:pPr>
            <w:r w:rsidRPr="00407FC0">
              <w:rPr>
                <w:rFonts w:cstheme="minorHAnsi"/>
                <w:i/>
                <w:strike/>
                <w:sz w:val="16"/>
                <w:szCs w:val="16"/>
                <w:lang w:eastAsia="pl-PL"/>
              </w:rPr>
              <w:t>Podpis osoby/osób umocowanych do składania</w:t>
            </w:r>
          </w:p>
          <w:p w14:paraId="4C32DE03" w14:textId="77777777" w:rsidR="00C9329B" w:rsidRPr="00407FC0" w:rsidRDefault="00C9329B" w:rsidP="00407FC0">
            <w:pPr>
              <w:tabs>
                <w:tab w:val="left" w:pos="-360"/>
              </w:tabs>
              <w:spacing w:line="360" w:lineRule="auto"/>
              <w:jc w:val="center"/>
              <w:rPr>
                <w:rFonts w:cstheme="minorHAnsi"/>
                <w:i/>
                <w:strike/>
                <w:sz w:val="20"/>
                <w:lang w:eastAsia="pl-PL"/>
              </w:rPr>
            </w:pPr>
            <w:r w:rsidRPr="00407FC0">
              <w:rPr>
                <w:rFonts w:cstheme="minorHAnsi"/>
                <w:i/>
                <w:strike/>
                <w:sz w:val="16"/>
                <w:szCs w:val="16"/>
                <w:lang w:eastAsia="pl-PL"/>
              </w:rPr>
              <w:t xml:space="preserve"> oświadczeń woli w imieniu Wykonawcy</w:t>
            </w:r>
            <w:r w:rsidRPr="00407FC0">
              <w:rPr>
                <w:rFonts w:cstheme="minorHAnsi"/>
                <w:i/>
                <w:strike/>
                <w:sz w:val="20"/>
                <w:lang w:eastAsia="pl-PL"/>
              </w:rPr>
              <w:t xml:space="preserve">  </w:t>
            </w:r>
          </w:p>
        </w:tc>
      </w:tr>
    </w:tbl>
    <w:p w14:paraId="6AF593B6" w14:textId="77777777" w:rsidR="00C9329B" w:rsidRDefault="00C9329B" w:rsidP="00C9329B">
      <w:pPr>
        <w:tabs>
          <w:tab w:val="left" w:pos="2100"/>
        </w:tabs>
        <w:rPr>
          <w:rFonts w:cstheme="minorHAnsi"/>
          <w:sz w:val="20"/>
        </w:rPr>
      </w:pPr>
    </w:p>
    <w:p w14:paraId="1E7B6BD4" w14:textId="466D4F01" w:rsidR="005B33FC" w:rsidRDefault="005B33FC" w:rsidP="001318C9"/>
    <w:p w14:paraId="6A7CAA82" w14:textId="06482DF3" w:rsidR="005B33FC" w:rsidRDefault="005B33FC" w:rsidP="001318C9"/>
    <w:p w14:paraId="1A177751" w14:textId="1B82198B" w:rsidR="005B33FC" w:rsidRDefault="005B33FC" w:rsidP="001318C9"/>
    <w:p w14:paraId="691AA19D" w14:textId="26F1DD0E" w:rsidR="008E3256" w:rsidRDefault="008E3256" w:rsidP="001318C9"/>
    <w:p w14:paraId="27BA3110" w14:textId="05A7F99F" w:rsidR="008E3256" w:rsidRDefault="008E3256" w:rsidP="001318C9"/>
    <w:p w14:paraId="181FF6B2" w14:textId="468F25E0" w:rsidR="008E3256" w:rsidRDefault="008E3256" w:rsidP="001318C9"/>
    <w:p w14:paraId="7CACCDD3" w14:textId="29DA7E00" w:rsidR="008E3256" w:rsidRDefault="008E3256" w:rsidP="001318C9"/>
    <w:p w14:paraId="3E208324" w14:textId="1A2880A0" w:rsidR="008E3256" w:rsidRDefault="008E3256" w:rsidP="001318C9"/>
    <w:p w14:paraId="1EDB32C6" w14:textId="60F36A04" w:rsidR="008E3256" w:rsidRDefault="008E3256" w:rsidP="001318C9"/>
    <w:p w14:paraId="7536FCA2" w14:textId="07CD13EE" w:rsidR="008E3256" w:rsidRDefault="008E3256" w:rsidP="001318C9"/>
    <w:p w14:paraId="618250EC" w14:textId="129115CB" w:rsidR="008E3256" w:rsidRDefault="008E3256" w:rsidP="001318C9"/>
    <w:p w14:paraId="62FDD919" w14:textId="76E2EA9E" w:rsidR="008E3256" w:rsidRDefault="008E3256" w:rsidP="001318C9"/>
    <w:p w14:paraId="7A4F9A05" w14:textId="2D7A2247" w:rsidR="008E3256" w:rsidRDefault="008E3256" w:rsidP="001318C9"/>
    <w:p w14:paraId="4181D65C" w14:textId="41F9BA74" w:rsidR="008E3256" w:rsidRDefault="008E3256" w:rsidP="001318C9"/>
    <w:p w14:paraId="2472D2ED" w14:textId="595BEDC9" w:rsidR="008E3256" w:rsidRDefault="008E3256" w:rsidP="001318C9"/>
    <w:p w14:paraId="36BE2E55" w14:textId="4A6EE192" w:rsidR="008E3256" w:rsidRDefault="008E3256" w:rsidP="001318C9"/>
    <w:p w14:paraId="1AD08D3C" w14:textId="0AF841E0" w:rsidR="008E3256" w:rsidRDefault="008E3256" w:rsidP="001318C9"/>
    <w:p w14:paraId="7103F69A" w14:textId="3E19E8AC" w:rsidR="008E3256" w:rsidRDefault="008E3256" w:rsidP="001318C9"/>
    <w:p w14:paraId="02FFE04F" w14:textId="24C1DEA9" w:rsidR="008E3256" w:rsidRDefault="008E3256" w:rsidP="001318C9"/>
    <w:p w14:paraId="3C87CCB7" w14:textId="3D6A6CC9" w:rsidR="008E3256" w:rsidRDefault="008E3256" w:rsidP="001318C9"/>
    <w:p w14:paraId="36DC32E9" w14:textId="15DAD659" w:rsidR="008E3256" w:rsidRDefault="008E3256" w:rsidP="001318C9"/>
    <w:p w14:paraId="075DBFF2" w14:textId="470B3ADF" w:rsidR="008E3256" w:rsidRDefault="008E3256" w:rsidP="001318C9"/>
    <w:p w14:paraId="14DE61F1" w14:textId="543C4410" w:rsidR="008E3256" w:rsidRDefault="008E3256" w:rsidP="001318C9"/>
    <w:p w14:paraId="270C002B" w14:textId="260D83C5" w:rsidR="008E3256" w:rsidRDefault="008E3256" w:rsidP="001318C9"/>
    <w:p w14:paraId="6F84DE80" w14:textId="16962D42" w:rsidR="008E3256" w:rsidRDefault="008E3256" w:rsidP="001318C9"/>
    <w:p w14:paraId="1A530296" w14:textId="69CEA7E5" w:rsidR="008E3256" w:rsidRDefault="008E3256" w:rsidP="001318C9"/>
    <w:p w14:paraId="380BE325" w14:textId="4092B1B2" w:rsidR="008E3256" w:rsidRDefault="008E3256" w:rsidP="001318C9"/>
    <w:p w14:paraId="56B7C291" w14:textId="54B28C22" w:rsidR="008E3256" w:rsidRDefault="008E3256" w:rsidP="001318C9"/>
    <w:p w14:paraId="60B6D276" w14:textId="77A11739" w:rsidR="008E3256" w:rsidRDefault="008E3256" w:rsidP="001318C9"/>
    <w:p w14:paraId="7A04CC95" w14:textId="77777777" w:rsidR="008E3256" w:rsidRDefault="008E3256" w:rsidP="001318C9"/>
    <w:p w14:paraId="34FCE8E5" w14:textId="02071774" w:rsidR="005B33FC" w:rsidRPr="000B5CDC" w:rsidRDefault="005B33FC" w:rsidP="009954F4">
      <w:pPr>
        <w:pStyle w:val="Nagwek1"/>
        <w:rPr>
          <w:color w:val="FF0000"/>
        </w:rPr>
      </w:pPr>
      <w:bookmarkStart w:id="13"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13"/>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221CFB3D"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Theme="minorHAnsi" w:hAnsiTheme="minorHAnsi" w:cstheme="minorHAnsi"/>
              <w:b/>
              <w:color w:val="286AEE" w:themeColor="accent4" w:themeTint="99"/>
              <w:sz w:val="20"/>
            </w:rPr>
            <w:t>POST/DYS/OSK/LZA/00236/2026</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645D4B">
            <w:rPr>
              <w:rFonts w:asciiTheme="minorHAnsi" w:hAnsiTheme="minorHAnsi"/>
              <w:b/>
              <w:color w:val="286AEE" w:themeColor="accent4" w:themeTint="99"/>
              <w:sz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A04BCCA" w14:textId="77777777" w:rsidR="00C9329B" w:rsidRDefault="00C9329B" w:rsidP="00C9329B">
      <w:pPr>
        <w:ind w:left="5398" w:right="68" w:hanging="153"/>
        <w:jc w:val="center"/>
        <w:rPr>
          <w:rFonts w:cstheme="minorHAnsi"/>
          <w:i/>
          <w:sz w:val="16"/>
          <w:szCs w:val="16"/>
        </w:rPr>
      </w:pPr>
    </w:p>
    <w:p w14:paraId="62CB6334"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14"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4"/>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20A24E8F"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cstheme="minorHAnsi"/>
              <w:b/>
              <w:color w:val="286AEE" w:themeColor="accent4" w:themeTint="99"/>
              <w:sz w:val="20"/>
            </w:rPr>
            <w:t>POST/DYS/OSK/LZA/00236/2026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645D4B">
            <w:rPr>
              <w:b/>
              <w:color w:val="286AEE" w:themeColor="accent4" w:themeTint="99"/>
              <w:sz w:val="20"/>
              <w:szCs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13FEEF8D" w14:textId="77777777" w:rsidR="008462F4" w:rsidRDefault="008462F4" w:rsidP="00C9329B">
      <w:pPr>
        <w:rPr>
          <w:rFonts w:cstheme="minorHAnsi"/>
        </w:rPr>
      </w:pPr>
    </w:p>
    <w:p w14:paraId="4E9DEA7A" w14:textId="71BE24BD" w:rsidR="00C9329B" w:rsidRPr="00C9329B" w:rsidRDefault="00C9329B" w:rsidP="009954F4">
      <w:pPr>
        <w:pStyle w:val="Nagwek1"/>
        <w:rPr>
          <w:color w:val="FF0000"/>
        </w:rPr>
      </w:pPr>
      <w:bookmarkStart w:id="15" w:name="_Toc116281652"/>
      <w:bookmarkStart w:id="16" w:name="_Toc155617297"/>
      <w:bookmarkStart w:id="17" w:name="_Toc210995370"/>
      <w:r w:rsidRPr="008E3256">
        <w:lastRenderedPageBreak/>
        <w:t>ZAŁĄCZNIK NR 14 - OŚWIADCZENIE PRODUCENTA SYSTEMU DYSPOZYTORSKIEGO</w:t>
      </w:r>
      <w:bookmarkEnd w:id="15"/>
      <w:r w:rsidRPr="00C9329B">
        <w:t xml:space="preserve"> </w:t>
      </w:r>
      <w:r w:rsidR="008E3256">
        <w:rPr>
          <w:color w:val="FF0000"/>
        </w:rPr>
        <w:t>nie</w:t>
      </w:r>
      <w:r w:rsidRPr="00C9329B">
        <w:rPr>
          <w:color w:val="FF0000"/>
        </w:rPr>
        <w:t xml:space="preserve"> dotyczy</w:t>
      </w:r>
      <w:bookmarkEnd w:id="16"/>
      <w:bookmarkEnd w:id="17"/>
    </w:p>
    <w:p w14:paraId="1AEEEA0A" w14:textId="1694439A" w:rsidR="00003B3A" w:rsidRPr="008E3256" w:rsidRDefault="00003B3A" w:rsidP="00003B3A">
      <w:pPr>
        <w:widowControl w:val="0"/>
        <w:adjustRightInd w:val="0"/>
        <w:spacing w:before="1440"/>
        <w:jc w:val="center"/>
        <w:rPr>
          <w:rFonts w:cs="Arial"/>
          <w:b/>
          <w:bCs/>
          <w:iCs/>
          <w:strike/>
          <w:sz w:val="20"/>
          <w:lang w:eastAsia="pl-PL"/>
        </w:rPr>
      </w:pPr>
      <w:r w:rsidRPr="008E3256">
        <w:rPr>
          <w:rFonts w:cs="Arial"/>
          <w:b/>
          <w:bCs/>
          <w:iCs/>
          <w:strike/>
          <w:sz w:val="20"/>
          <w:lang w:eastAsia="pl-PL"/>
        </w:rPr>
        <w:t>OŚWIADCZENIE</w:t>
      </w:r>
    </w:p>
    <w:p w14:paraId="3569874A" w14:textId="5A11BCCE" w:rsidR="00003B3A" w:rsidRPr="008E3256" w:rsidRDefault="00003B3A" w:rsidP="00003B3A">
      <w:pPr>
        <w:widowControl w:val="0"/>
        <w:adjustRightInd w:val="0"/>
        <w:spacing w:before="1440" w:line="360" w:lineRule="auto"/>
        <w:rPr>
          <w:rFonts w:cs="Arial"/>
          <w:bCs/>
          <w:iCs/>
          <w:strike/>
          <w:sz w:val="20"/>
          <w:lang w:eastAsia="pl-PL"/>
        </w:rPr>
      </w:pPr>
      <w:r w:rsidRPr="008E3256">
        <w:rPr>
          <w:rFonts w:cs="Arial"/>
          <w:bCs/>
          <w:iCs/>
          <w:strike/>
          <w:sz w:val="20"/>
          <w:lang w:eastAsia="pl-PL"/>
        </w:rPr>
        <w:t>Oświadczenie producenta systemu dyspozytorskiego, firmy: …………………………………………………………………………………… z siedzibą: ……………………………………………………………………………….…………………...……, zobowiązuje się do wykonania prac edycyjnych i konfiguracyjnych w systemie dyspozytorskim na potrzeby postępowania zakupowego nr</w:t>
      </w:r>
      <w:r w:rsidRPr="008E3256">
        <w:rPr>
          <w:rFonts w:ascii="Calibri" w:hAnsi="Calibri" w:cs="Arial"/>
          <w:b/>
          <w:bCs/>
          <w:strike/>
          <w:color w:val="286AEE" w:themeColor="accent4" w:themeTint="99"/>
          <w:sz w:val="20"/>
          <w:lang w:eastAsia="pl-PL"/>
        </w:rPr>
        <w:t xml:space="preserve"> </w:t>
      </w:r>
      <w:sdt>
        <w:sdtPr>
          <w:rPr>
            <w:rFonts w:ascii="Calibri" w:hAnsi="Calibri" w:cs="Arial"/>
            <w:b/>
            <w:bCs/>
            <w:strike/>
            <w:color w:val="286AEE" w:themeColor="accent4" w:themeTint="99"/>
            <w:sz w:val="20"/>
            <w:lang w:eastAsia="pl-PL"/>
          </w:rPr>
          <w:alias w:val="Słowa kluczowe"/>
          <w:tag w:val=""/>
          <w:id w:val="161680264"/>
          <w:placeholder>
            <w:docPart w:val="2A6D077C72A34DFD8AB6DD543AE5B680"/>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ascii="Calibri" w:hAnsi="Calibri" w:cs="Arial"/>
              <w:b/>
              <w:bCs/>
              <w:strike/>
              <w:color w:val="286AEE" w:themeColor="accent4" w:themeTint="99"/>
              <w:sz w:val="20"/>
              <w:lang w:eastAsia="pl-PL"/>
            </w:rPr>
            <w:t>POST/DYS/OSK/LZA/00236/2026</w:t>
          </w:r>
        </w:sdtContent>
      </w:sdt>
      <w:r w:rsidRPr="008E3256">
        <w:rPr>
          <w:rFonts w:cs="Arial"/>
          <w:bCs/>
          <w:iCs/>
          <w:strike/>
          <w:sz w:val="20"/>
          <w:lang w:eastAsia="pl-PL"/>
        </w:rPr>
        <w:t xml:space="preserve"> pt.</w:t>
      </w:r>
      <w:r w:rsidRPr="008E3256">
        <w:rPr>
          <w:b/>
          <w:strike/>
          <w:color w:val="286AEE" w:themeColor="accent4" w:themeTint="99"/>
          <w:sz w:val="20"/>
          <w:szCs w:val="20"/>
        </w:rPr>
        <w:t xml:space="preserve"> </w:t>
      </w:r>
      <w:sdt>
        <w:sdtPr>
          <w:rPr>
            <w:b/>
            <w:strike/>
            <w:color w:val="286AEE" w:themeColor="accent4" w:themeTint="99"/>
            <w:sz w:val="20"/>
            <w:szCs w:val="20"/>
          </w:rPr>
          <w:alias w:val="Tytuł"/>
          <w:tag w:val=""/>
          <w:id w:val="1094898191"/>
          <w:placeholder>
            <w:docPart w:val="1450E7B02FCE447BAEED0D382CEB8552"/>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645D4B">
            <w:rPr>
              <w:b/>
              <w:strike/>
              <w:color w:val="286AEE" w:themeColor="accent4" w:themeTint="99"/>
              <w:sz w:val="20"/>
              <w:szCs w:val="20"/>
            </w:rPr>
            <w:t>Przebudowa napowietrznych stacji transformatorowych SN/nN na terenie RE Grójec:: Część 1: „Lekarcice 3” gm. Promna Część 2”Niwy Ostrołęckie 1” gm. Warka Część 3: „Pnie 1” gm. Promna Część 4: „Świdno 2” gm. Mogielnica Część 5: „Trzylatków Mały 2” gm. Błędów.</w:t>
          </w:r>
        </w:sdtContent>
      </w:sdt>
      <w:r w:rsidRPr="008E3256">
        <w:rPr>
          <w:rFonts w:cs="Arial"/>
          <w:bCs/>
          <w:iCs/>
          <w:strike/>
          <w:sz w:val="20"/>
          <w:lang w:eastAsia="pl-PL"/>
        </w:rPr>
        <w:t xml:space="preserve"> w zakresie złożonej oferty przez</w:t>
      </w:r>
    </w:p>
    <w:p w14:paraId="70C11452" w14:textId="1B479F2E" w:rsidR="00C9329B" w:rsidRPr="008E3256" w:rsidRDefault="00C9329B" w:rsidP="00C9329B">
      <w:pPr>
        <w:widowControl w:val="0"/>
        <w:adjustRightInd w:val="0"/>
        <w:spacing w:before="1440"/>
        <w:ind w:left="3686"/>
        <w:jc w:val="center"/>
        <w:rPr>
          <w:rFonts w:ascii="Calibri" w:hAnsi="Calibri" w:cs="Arial"/>
          <w:bCs/>
          <w:iCs/>
          <w:strike/>
          <w:sz w:val="20"/>
          <w:lang w:eastAsia="pl-PL"/>
        </w:rPr>
      </w:pPr>
      <w:r w:rsidRPr="008E3256">
        <w:rPr>
          <w:rFonts w:ascii="Calibri" w:hAnsi="Calibri" w:cs="Arial"/>
          <w:bCs/>
          <w:iCs/>
          <w:strike/>
          <w:sz w:val="20"/>
          <w:lang w:eastAsia="pl-PL"/>
        </w:rPr>
        <w:t>……………………………………………………………………………………………………</w:t>
      </w:r>
    </w:p>
    <w:p w14:paraId="30538087" w14:textId="2ED82B4F" w:rsidR="00C9329B" w:rsidRDefault="00C9329B" w:rsidP="00003B3A">
      <w:pPr>
        <w:widowControl w:val="0"/>
        <w:adjustRightInd w:val="0"/>
        <w:ind w:left="3686"/>
        <w:jc w:val="center"/>
        <w:rPr>
          <w:rFonts w:cstheme="minorHAnsi"/>
          <w:i/>
          <w:color w:val="FF0000"/>
          <w:sz w:val="20"/>
        </w:rPr>
      </w:pPr>
      <w:r w:rsidRPr="008E3256">
        <w:rPr>
          <w:rFonts w:ascii="Calibri" w:hAnsi="Calibri" w:cs="Arial"/>
          <w:i/>
          <w:strike/>
          <w:szCs w:val="18"/>
          <w:lang w:eastAsia="pl-PL"/>
        </w:rPr>
        <w:t xml:space="preserve">(data i podpis producenta systemu </w:t>
      </w:r>
      <w:r w:rsidRPr="008E3256">
        <w:rPr>
          <w:rFonts w:ascii="Calibri" w:hAnsi="Calibri" w:cs="Arial"/>
          <w:bCs/>
          <w:i/>
          <w:strike/>
          <w:szCs w:val="18"/>
          <w:lang w:eastAsia="pl-PL"/>
        </w:rPr>
        <w:t>dyspozytorskiego</w:t>
      </w:r>
      <w:r w:rsidRPr="00423EB9">
        <w:rPr>
          <w:rFonts w:ascii="Calibri" w:hAnsi="Calibri" w:cs="Arial"/>
          <w:i/>
          <w:szCs w:val="18"/>
          <w:lang w:eastAsia="pl-PL"/>
        </w:rPr>
        <w:t>)</w:t>
      </w:r>
    </w:p>
    <w:p w14:paraId="0E767AE3" w14:textId="77777777" w:rsidR="00C9329B" w:rsidRDefault="00C9329B" w:rsidP="00C9329B">
      <w:pPr>
        <w:jc w:val="center"/>
        <w:rPr>
          <w:rFonts w:cstheme="minorHAnsi"/>
          <w:i/>
          <w:color w:val="FF0000"/>
          <w:sz w:val="20"/>
        </w:rPr>
      </w:pPr>
    </w:p>
    <w:p w14:paraId="725500A6" w14:textId="77777777" w:rsidR="00C9329B" w:rsidRDefault="00C9329B" w:rsidP="00C9329B">
      <w:pPr>
        <w:jc w:val="center"/>
        <w:rPr>
          <w:rFonts w:cstheme="minorHAnsi"/>
          <w:i/>
          <w:color w:val="FF0000"/>
          <w:sz w:val="20"/>
        </w:rPr>
      </w:pPr>
    </w:p>
    <w:p w14:paraId="4206C442" w14:textId="77777777" w:rsidR="00C9329B" w:rsidRDefault="00C9329B" w:rsidP="00C9329B">
      <w:pPr>
        <w:jc w:val="center"/>
        <w:rPr>
          <w:rFonts w:cstheme="minorHAnsi"/>
          <w:i/>
          <w:color w:val="FF0000"/>
          <w:sz w:val="20"/>
        </w:rPr>
      </w:pPr>
    </w:p>
    <w:p w14:paraId="18A3FDCF" w14:textId="77777777" w:rsidR="00C9329B" w:rsidRDefault="00C9329B" w:rsidP="00C9329B">
      <w:pPr>
        <w:jc w:val="center"/>
        <w:rPr>
          <w:rFonts w:cstheme="minorHAnsi"/>
          <w:i/>
          <w:color w:val="FF0000"/>
          <w:sz w:val="20"/>
        </w:rPr>
      </w:pPr>
    </w:p>
    <w:p w14:paraId="664C9BE7" w14:textId="77777777" w:rsidR="00C9329B" w:rsidRDefault="00C9329B" w:rsidP="00C9329B">
      <w:pPr>
        <w:jc w:val="center"/>
        <w:rPr>
          <w:rFonts w:cstheme="minorHAnsi"/>
          <w:i/>
          <w:color w:val="FF0000"/>
          <w:sz w:val="20"/>
        </w:rPr>
      </w:pPr>
    </w:p>
    <w:p w14:paraId="2405E57B" w14:textId="77777777" w:rsidR="00C9329B" w:rsidRDefault="00C9329B" w:rsidP="00C9329B">
      <w:pPr>
        <w:jc w:val="center"/>
        <w:rPr>
          <w:rFonts w:cstheme="minorHAnsi"/>
          <w:i/>
          <w:color w:val="FF0000"/>
          <w:sz w:val="20"/>
        </w:rPr>
      </w:pPr>
    </w:p>
    <w:p w14:paraId="11415D21" w14:textId="77777777" w:rsidR="00C9329B" w:rsidRPr="008B6BB5" w:rsidRDefault="00C9329B" w:rsidP="00C9329B">
      <w:pPr>
        <w:jc w:val="center"/>
        <w:rPr>
          <w:rFonts w:cstheme="minorHAnsi"/>
          <w:i/>
          <w:color w:val="FF0000"/>
          <w:sz w:val="20"/>
        </w:rPr>
      </w:pPr>
    </w:p>
    <w:p w14:paraId="5CED0ED5" w14:textId="77777777" w:rsidR="00C9329B" w:rsidRDefault="00C9329B" w:rsidP="001318C9"/>
    <w:sectPr w:rsidR="00C9329B"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645D4B">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4"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4"/>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26C21D3" w:rsidR="00243D77" w:rsidRPr="00B03B64" w:rsidRDefault="00645D4B"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POST/DYS/OSK/LZA/00236/2026</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281BD7E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7A18C575"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645D4B">
                <w:rPr>
                  <w:rFonts w:cs="Calibri"/>
                  <w:b/>
                  <w:color w:val="062156" w:themeColor="text2" w:themeShade="BF"/>
                  <w:sz w:val="20"/>
                </w:rPr>
                <w:t>POST/DYS/OSK/LZA/00236/2026</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8"/>
  </w:num>
  <w:num w:numId="2" w16cid:durableId="63188435">
    <w:abstractNumId w:val="12"/>
  </w:num>
  <w:num w:numId="3" w16cid:durableId="1104034249">
    <w:abstractNumId w:val="22"/>
  </w:num>
  <w:num w:numId="4" w16cid:durableId="1121144528">
    <w:abstractNumId w:val="30"/>
  </w:num>
  <w:num w:numId="5" w16cid:durableId="237326590">
    <w:abstractNumId w:val="9"/>
  </w:num>
  <w:num w:numId="6" w16cid:durableId="1934127075">
    <w:abstractNumId w:val="26"/>
  </w:num>
  <w:num w:numId="7" w16cid:durableId="283925912">
    <w:abstractNumId w:val="8"/>
  </w:num>
  <w:num w:numId="8" w16cid:durableId="637957474">
    <w:abstractNumId w:val="3"/>
  </w:num>
  <w:num w:numId="9" w16cid:durableId="1673026015">
    <w:abstractNumId w:val="43"/>
  </w:num>
  <w:num w:numId="10" w16cid:durableId="526913771">
    <w:abstractNumId w:val="24"/>
  </w:num>
  <w:num w:numId="11" w16cid:durableId="149568081">
    <w:abstractNumId w:val="16"/>
  </w:num>
  <w:num w:numId="12" w16cid:durableId="1564482546">
    <w:abstractNumId w:val="33"/>
  </w:num>
  <w:num w:numId="13" w16cid:durableId="26756686">
    <w:abstractNumId w:val="54"/>
  </w:num>
  <w:num w:numId="14" w16cid:durableId="1169562878">
    <w:abstractNumId w:val="14"/>
  </w:num>
  <w:num w:numId="15" w16cid:durableId="1424567562">
    <w:abstractNumId w:val="39"/>
  </w:num>
  <w:num w:numId="16" w16cid:durableId="2030184000">
    <w:abstractNumId w:val="23"/>
  </w:num>
  <w:num w:numId="17" w16cid:durableId="1188446461">
    <w:abstractNumId w:val="10"/>
  </w:num>
  <w:num w:numId="18" w16cid:durableId="981811681">
    <w:abstractNumId w:val="31"/>
  </w:num>
  <w:num w:numId="19" w16cid:durableId="587469726">
    <w:abstractNumId w:val="42"/>
  </w:num>
  <w:num w:numId="20" w16cid:durableId="631786688">
    <w:abstractNumId w:val="37"/>
  </w:num>
  <w:num w:numId="21" w16cid:durableId="546724742">
    <w:abstractNumId w:val="55"/>
  </w:num>
  <w:num w:numId="22" w16cid:durableId="1605503170">
    <w:abstractNumId w:val="19"/>
  </w:num>
  <w:num w:numId="23" w16cid:durableId="916784733">
    <w:abstractNumId w:val="4"/>
  </w:num>
  <w:num w:numId="24" w16cid:durableId="186867088">
    <w:abstractNumId w:val="32"/>
  </w:num>
  <w:num w:numId="25" w16cid:durableId="358313586">
    <w:abstractNumId w:val="36"/>
  </w:num>
  <w:num w:numId="26" w16cid:durableId="237440452">
    <w:abstractNumId w:val="41"/>
  </w:num>
  <w:num w:numId="27" w16cid:durableId="2039501184">
    <w:abstractNumId w:val="17"/>
  </w:num>
  <w:num w:numId="28" w16cid:durableId="104809471">
    <w:abstractNumId w:val="50"/>
  </w:num>
  <w:num w:numId="29" w16cid:durableId="1460219779">
    <w:abstractNumId w:val="24"/>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29"/>
  </w:num>
  <w:num w:numId="31" w16cid:durableId="1937589825">
    <w:abstractNumId w:val="40"/>
  </w:num>
  <w:num w:numId="32" w16cid:durableId="14197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5"/>
  </w:num>
  <w:num w:numId="34" w16cid:durableId="1009715817">
    <w:abstractNumId w:val="44"/>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8"/>
  </w:num>
  <w:num w:numId="37" w16cid:durableId="1278105695">
    <w:abstractNumId w:val="1"/>
  </w:num>
  <w:num w:numId="38" w16cid:durableId="10814129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6"/>
  </w:num>
  <w:num w:numId="41" w16cid:durableId="356543921">
    <w:abstractNumId w:val="5"/>
  </w:num>
  <w:num w:numId="42" w16cid:durableId="2021154507">
    <w:abstractNumId w:val="53"/>
  </w:num>
  <w:num w:numId="43" w16cid:durableId="314799227">
    <w:abstractNumId w:val="49"/>
  </w:num>
  <w:num w:numId="44" w16cid:durableId="148837527">
    <w:abstractNumId w:val="38"/>
  </w:num>
  <w:num w:numId="45" w16cid:durableId="689838759">
    <w:abstractNumId w:val="47"/>
  </w:num>
  <w:num w:numId="46" w16cid:durableId="1955942514">
    <w:abstractNumId w:val="27"/>
  </w:num>
  <w:num w:numId="47" w16cid:durableId="2780003">
    <w:abstractNumId w:val="18"/>
  </w:num>
  <w:num w:numId="48" w16cid:durableId="1116827691">
    <w:abstractNumId w:val="7"/>
  </w:num>
  <w:num w:numId="49" w16cid:durableId="2047756596">
    <w:abstractNumId w:val="15"/>
  </w:num>
  <w:num w:numId="50" w16cid:durableId="2126269237">
    <w:abstractNumId w:val="34"/>
  </w:num>
  <w:num w:numId="51" w16cid:durableId="415327724">
    <w:abstractNumId w:val="2"/>
  </w:num>
  <w:num w:numId="52" w16cid:durableId="2056462350">
    <w:abstractNumId w:val="35"/>
  </w:num>
  <w:num w:numId="53" w16cid:durableId="1464734403">
    <w:abstractNumId w:val="20"/>
  </w:num>
  <w:num w:numId="54" w16cid:durableId="693312046">
    <w:abstractNumId w:val="52"/>
  </w:num>
  <w:num w:numId="55" w16cid:durableId="72246269">
    <w:abstractNumId w:val="51"/>
  </w:num>
  <w:num w:numId="56" w16cid:durableId="1229532854">
    <w:abstractNumId w:val="21"/>
  </w:num>
  <w:num w:numId="57" w16cid:durableId="10350212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5E85"/>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201B"/>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341E5"/>
    <w:rsid w:val="006447A4"/>
    <w:rsid w:val="00645D4B"/>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D2E933BBDF974FE8BA83B8B6AD3A5988"/>
        <w:category>
          <w:name w:val="Ogólne"/>
          <w:gallery w:val="placeholder"/>
        </w:category>
        <w:types>
          <w:type w:val="bbPlcHdr"/>
        </w:types>
        <w:behaviors>
          <w:behavior w:val="content"/>
        </w:behaviors>
        <w:guid w:val="{A26C5704-11A4-48E4-8AF9-CFB7BCF96497}"/>
      </w:docPartPr>
      <w:docPartBody>
        <w:p w:rsidR="00BF5C44" w:rsidRDefault="00BF5C44" w:rsidP="00BF5C44">
          <w:pPr>
            <w:pStyle w:val="D2E933BBDF974FE8BA83B8B6AD3A5988"/>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17628070F02B469A8FE991DD0FFD9433"/>
        <w:category>
          <w:name w:val="Ogólne"/>
          <w:gallery w:val="placeholder"/>
        </w:category>
        <w:types>
          <w:type w:val="bbPlcHdr"/>
        </w:types>
        <w:behaviors>
          <w:behavior w:val="content"/>
        </w:behaviors>
        <w:guid w:val="{9193C3F7-3E9D-42ED-9CEE-5E18843CFBDB}"/>
      </w:docPartPr>
      <w:docPartBody>
        <w:p w:rsidR="00BF5C44" w:rsidRDefault="00BF5C44" w:rsidP="00BF5C44">
          <w:pPr>
            <w:pStyle w:val="17628070F02B469A8FE991DD0FFD9433"/>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2A6D077C72A34DFD8AB6DD543AE5B680"/>
        <w:category>
          <w:name w:val="Ogólne"/>
          <w:gallery w:val="placeholder"/>
        </w:category>
        <w:types>
          <w:type w:val="bbPlcHdr"/>
        </w:types>
        <w:behaviors>
          <w:behavior w:val="content"/>
        </w:behaviors>
        <w:guid w:val="{C807CD03-9A08-4D08-8453-D9EBE748C879}"/>
      </w:docPartPr>
      <w:docPartBody>
        <w:p w:rsidR="00F1058B" w:rsidRDefault="00BF5C44" w:rsidP="00BF5C44">
          <w:pPr>
            <w:pStyle w:val="2A6D077C72A34DFD8AB6DD543AE5B680"/>
          </w:pPr>
          <w:r w:rsidRPr="00CF6B20">
            <w:rPr>
              <w:rStyle w:val="Tekstzastpczy"/>
            </w:rPr>
            <w:t>[Słowa kluczowe]</w:t>
          </w:r>
        </w:p>
      </w:docPartBody>
    </w:docPart>
    <w:docPart>
      <w:docPartPr>
        <w:name w:val="1450E7B02FCE447BAEED0D382CEB8552"/>
        <w:category>
          <w:name w:val="Ogólne"/>
          <w:gallery w:val="placeholder"/>
        </w:category>
        <w:types>
          <w:type w:val="bbPlcHdr"/>
        </w:types>
        <w:behaviors>
          <w:behavior w:val="content"/>
        </w:behaviors>
        <w:guid w:val="{82632E55-A36D-4218-8237-6E936E5B931E}"/>
      </w:docPartPr>
      <w:docPartBody>
        <w:p w:rsidR="00F1058B" w:rsidRDefault="00BF5C44" w:rsidP="00BF5C44">
          <w:pPr>
            <w:pStyle w:val="1450E7B02FCE447BAEED0D382CEB8552"/>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1E201B"/>
    <w:rsid w:val="00361305"/>
    <w:rsid w:val="003D6250"/>
    <w:rsid w:val="005B2660"/>
    <w:rsid w:val="006840E1"/>
    <w:rsid w:val="00785486"/>
    <w:rsid w:val="00856532"/>
    <w:rsid w:val="00934DAF"/>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2A6D077C72A34DFD8AB6DD543AE5B680">
    <w:name w:val="2A6D077C72A34DFD8AB6DD543AE5B680"/>
    <w:rsid w:val="00BF5C44"/>
  </w:style>
  <w:style w:type="paragraph" w:customStyle="1" w:styleId="1450E7B02FCE447BAEED0D382CEB8552">
    <w:name w:val="1450E7B02FCE447BAEED0D382CEB8552"/>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POST/DYS/OSK/GZ/00236/2026                        </dmsv2SWPP2ObjectNumber>
    <dmsv2SWPP2SumMD5 xmlns="http://schemas.microsoft.com/sharepoint/v3">424bfe2171247ca40a8a0a95ea6bce25</dmsv2SWPP2SumMD5>
    <dmsv2BaseMoved xmlns="http://schemas.microsoft.com/sharepoint/v3">false</dmsv2BaseMoved>
    <dmsv2BaseIsSensitive xmlns="http://schemas.microsoft.com/sharepoint/v3">true</dmsv2BaseIsSensitive>
    <dmsv2SWPP2IDSWPP2 xmlns="http://schemas.microsoft.com/sharepoint/v3">704481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24193233</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JEUP5JKVCYQC-1398355148-13410</_dlc_DocId>
    <_dlc_DocIdUrl xmlns="a19cb1c7-c5c7-46d4-85ae-d83685407bba">
      <Url>https://swpp2.dms.gkpge.pl/sites/41/_layouts/15/DocIdRedir.aspx?ID=JEUP5JKVCYQC-1398355148-13410</Url>
      <Description>JEUP5JKVCYQC-1398355148-13410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849D06D-781F-4A56-9C3F-4D76F109B6E6}"/>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5.xml><?xml version="1.0" encoding="utf-8"?>
<ds:datastoreItem xmlns:ds="http://schemas.openxmlformats.org/officeDocument/2006/customXml" ds:itemID="{7FF89FC7-4A3C-48EA-B3A9-04D2D3093A8D}"/>
</file>

<file path=docProps/app.xml><?xml version="1.0" encoding="utf-8"?>
<Properties xmlns="http://schemas.openxmlformats.org/officeDocument/2006/extended-properties" xmlns:vt="http://schemas.openxmlformats.org/officeDocument/2006/docPropsVTypes">
  <Template>PGE word swz test</Template>
  <TotalTime>349</TotalTime>
  <Pages>22</Pages>
  <Words>5223</Words>
  <Characters>31338</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napowietrznych stacji transformatorowych SN/nN na terenie RE Grójec:: Część 1: „Lekarcice 3” gm. Promna Część 2”Niwy Ostrołęckie 1” gm. Warka Część 3: „Pnie 1” gm. Promna Część 4: „Świdno 2” gm. Mogielnica Część 5: „Trzylatków Mały 2” gm. Błędów.</dc:title>
  <dc:subject/>
  <dc:creator>Chmielnicka Katarzyna [PGE S.A.]</dc:creator>
  <cp:keywords>POST/DYS/OSK/LZA/00236/2026</cp:keywords>
  <dc:description/>
  <cp:lastModifiedBy>Stefańska Jadwiga [PGE Dystr. O.Skarżysko-Kam.]</cp:lastModifiedBy>
  <cp:revision>17</cp:revision>
  <cp:lastPrinted>2025-10-21T10:48:00Z</cp:lastPrinted>
  <dcterms:created xsi:type="dcterms:W3CDTF">2025-10-07T08:35:00Z</dcterms:created>
  <dcterms:modified xsi:type="dcterms:W3CDTF">2026-01-27T07:16:00Z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d2946174-f0f1-406b-9f80-bc6a2c5db16c</vt:lpwstr>
  </property>
</Properties>
</file>